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F3" w:rsidRPr="009D7059" w:rsidRDefault="00F32901" w:rsidP="009D7059">
      <w:pPr>
        <w:pStyle w:val="Testname"/>
        <w:spacing w:line="240" w:lineRule="auto"/>
        <w:contextualSpacing/>
      </w:pPr>
      <w:proofErr w:type="spellStart"/>
      <w:r>
        <w:t>Precalculus</w:t>
      </w:r>
      <w:proofErr w:type="spellEnd"/>
      <w:r>
        <w:t xml:space="preserve"> </w:t>
      </w:r>
      <w:r w:rsidR="009156DA">
        <w:t>Quiz 1</w:t>
      </w:r>
      <w:r>
        <w:t>.1 – 1.4</w:t>
      </w:r>
      <w:r w:rsidR="009156DA">
        <w:t xml:space="preserve"> </w:t>
      </w:r>
      <w:r w:rsidR="00B6247C">
        <w:t>(RETAKE)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Instructor:</w:t>
            </w:r>
          </w:p>
        </w:tc>
        <w:sdt>
          <w:sdtPr>
            <w:rPr>
              <w:sz w:val="22"/>
            </w:rPr>
            <w:id w:val="36987259"/>
            <w:placeholder>
              <w:docPart w:val="EE29851E53E64FA9A63B02DD754BF615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9D7059" w:rsidRDefault="007336AF" w:rsidP="009D7059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Miss </w:t>
                </w:r>
                <w:r w:rsidR="003D28D5" w:rsidRPr="009D7059">
                  <w:rPr>
                    <w:sz w:val="22"/>
                  </w:rPr>
                  <w:t>Lewis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1F06E3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Name</w:t>
            </w:r>
            <w:r w:rsidR="00F914C2" w:rsidRPr="009D7059">
              <w:rPr>
                <w:sz w:val="22"/>
              </w:rPr>
              <w:t>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Class:</w:t>
            </w:r>
          </w:p>
        </w:tc>
        <w:sdt>
          <w:sdtPr>
            <w:rPr>
              <w:sz w:val="22"/>
            </w:rPr>
            <w:id w:val="36987263"/>
            <w:placeholder>
              <w:docPart w:val="8EA1863DD2E74564A19857444749C077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9D7059" w:rsidRDefault="00F32901" w:rsidP="00F32901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proofErr w:type="spellStart"/>
                <w:r>
                  <w:rPr>
                    <w:sz w:val="22"/>
                  </w:rPr>
                  <w:t>Prec</w:t>
                </w:r>
                <w:r w:rsidR="003D28D5" w:rsidRPr="009D7059">
                  <w:rPr>
                    <w:sz w:val="22"/>
                  </w:rPr>
                  <w:t>alculus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</w:tbl>
    <w:sdt>
      <w:sdtPr>
        <w:rPr>
          <w:sz w:val="22"/>
        </w:rPr>
        <w:id w:val="36987245"/>
        <w:placeholder>
          <w:docPart w:val="1988212547A2466FB2FD356D24A30AD5"/>
        </w:placeholder>
      </w:sdtPr>
      <w:sdtEndPr/>
      <w:sdtContent>
        <w:p w:rsidR="00596F6E" w:rsidRDefault="003D28D5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  <w:r w:rsidRPr="009D7059">
            <w:rPr>
              <w:sz w:val="22"/>
            </w:rPr>
            <w:t>Read each question carefull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and select the best answer choice.  Mark onl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on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own paper or the bubble sheet.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are required to show all of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work for starred (**) problems.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will not receive credit for problems that are starred unless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show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>our work.</w:t>
          </w:r>
        </w:p>
        <w:p w:rsidR="00D016F0" w:rsidRPr="009D7059" w:rsidRDefault="00D5773C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</w:sdtContent>
    </w:sdt>
    <w:tbl>
      <w:tblPr>
        <w:tblpPr w:leftFromText="187" w:rightFromText="187" w:vertAnchor="text" w:horzAnchor="page" w:tblpX="1585" w:tblpY="1"/>
        <w:tblOverlap w:val="never"/>
        <w:tblW w:w="173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  <w:gridCol w:w="8010"/>
      </w:tblGrid>
      <w:tr w:rsidR="00911008" w:rsidRPr="009D7059" w:rsidTr="00911008">
        <w:tc>
          <w:tcPr>
            <w:tcW w:w="745" w:type="dxa"/>
            <w:vAlign w:val="bottom"/>
          </w:tcPr>
          <w:p w:rsidR="00911008" w:rsidRPr="009D7059" w:rsidRDefault="000249BF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1)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sdt>
          <w:sdtPr>
            <w:rPr>
              <w:sz w:val="22"/>
            </w:rPr>
            <w:id w:val="36987563"/>
            <w:placeholder>
              <w:docPart w:val="70A3139BB0F646BBA94054AE9349D814"/>
            </w:placeholder>
          </w:sdtPr>
          <w:sdtEndPr/>
          <w:sdtContent>
            <w:tc>
              <w:tcPr>
                <w:tcW w:w="8010" w:type="dxa"/>
              </w:tcPr>
              <w:p w:rsidR="00911008" w:rsidRPr="009D7059" w:rsidRDefault="00911008" w:rsidP="00334183">
                <w:pPr>
                  <w:pStyle w:val="Question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Find </w:t>
                </w:r>
                <w:r w:rsidR="00F32901">
                  <w:rPr>
                    <w:sz w:val="22"/>
                  </w:rPr>
                  <w:t>an equation of the line that passes through the point (</w:t>
                </w:r>
                <w:r w:rsidR="00334183">
                  <w:rPr>
                    <w:sz w:val="22"/>
                  </w:rPr>
                  <w:t xml:space="preserve">-2, </w:t>
                </w:r>
                <w:r w:rsidR="00F32901">
                  <w:rPr>
                    <w:sz w:val="22"/>
                  </w:rPr>
                  <w:t xml:space="preserve">1) and has a slope of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3.</m:t>
                  </m:r>
                </m:oMath>
              </w:p>
            </w:tc>
          </w:sdtContent>
        </w:sdt>
        <w:tc>
          <w:tcPr>
            <w:tcW w:w="8010" w:type="dxa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2"/>
            <w:placeholder>
              <w:docPart w:val="E5243F7E594C4B0E89409374311A62A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F6760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y = </w:t>
                </w:r>
                <m:oMath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2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2"/>
                    </w:rPr>
                    <m:t>x</m:t>
                  </m:r>
                </m:oMath>
                <w:r w:rsidR="00F67600">
                  <w:rPr>
                    <w:rFonts w:cstheme="minorHAnsi"/>
                    <w:sz w:val="22"/>
                  </w:rPr>
                  <w:t xml:space="preserve"> + 5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36987613"/>
            <w:placeholder>
              <w:docPart w:val="99B9028FA4544CD19F6FDAD1757B8F43"/>
            </w:placeholder>
          </w:sdtPr>
          <w:sdtEndPr/>
          <w:sdtContent>
            <w:sdt>
              <w:sdtPr>
                <w:rPr>
                  <w:sz w:val="22"/>
                </w:rPr>
                <w:id w:val="1678686411"/>
                <w:placeholder>
                  <w:docPart w:val="0F4D0F8AAE4C431F84B0BD0CB0F8EC71"/>
                </w:placeholder>
              </w:sdtPr>
              <w:sdtEndPr/>
              <w:sdtContent>
                <w:tc>
                  <w:tcPr>
                    <w:tcW w:w="8010" w:type="dxa"/>
                    <w:vAlign w:val="bottom"/>
                  </w:tcPr>
                  <w:p w:rsidR="00911008" w:rsidRPr="009D7059" w:rsidRDefault="00F32901" w:rsidP="00F67600">
                    <w:pPr>
                      <w:pStyle w:val="Answers"/>
                      <w:framePr w:hSpace="0" w:wrap="auto" w:vAnchor="margin" w:hAnchor="text" w:xAlign="left" w:yAlign="inline"/>
                      <w:spacing w:before="0"/>
                      <w:contextualSpacing/>
                      <w:suppressOverlap w:val="0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3x+5</m:t>
                      </m:r>
                    </m:oMath>
                  </w:p>
                </w:tc>
              </w:sdtContent>
            </w:sdt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6987614"/>
            <w:placeholder>
              <w:docPart w:val="01535A5E3FD44463A5BA72F1D881385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156DA" w:rsidRDefault="00F32901" w:rsidP="00F67600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329906961"/>
                    <w:placeholder>
                      <w:docPart w:val="E479B5E0BB044C0EA2DDA95B1BBC633E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3x+3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36987615"/>
            <w:placeholder>
              <w:docPart w:val="33A7280DC0D544988D4B034346ACA4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F67600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531033372"/>
                    <w:placeholder>
                      <w:docPart w:val="2086E968A0314149A396CADC757F9560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3x+1</m:t>
                      </m:r>
                    </m:oMath>
                  </w:sdtContent>
                </w:sdt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911008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</w:tbl>
    <w:p w:rsidR="00D016F0" w:rsidRPr="009D7059" w:rsidRDefault="00D016F0" w:rsidP="00596F6E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2)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FB044D" w:rsidP="0033418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an equation of the line that passes through the points (</w:t>
            </w:r>
            <w:r w:rsidR="00334183">
              <w:rPr>
                <w:sz w:val="22"/>
              </w:rPr>
              <w:t>2</w:t>
            </w:r>
            <w:r>
              <w:rPr>
                <w:sz w:val="22"/>
              </w:rPr>
              <w:t>, -3) and (</w:t>
            </w:r>
            <w:r w:rsidR="00334183">
              <w:rPr>
                <w:sz w:val="22"/>
              </w:rPr>
              <w:t>1</w:t>
            </w:r>
            <w:r>
              <w:rPr>
                <w:sz w:val="22"/>
              </w:rPr>
              <w:t xml:space="preserve">, </w:t>
            </w:r>
            <w:r w:rsidR="00334183">
              <w:rPr>
                <w:sz w:val="22"/>
              </w:rPr>
              <w:t>5</w:t>
            </w:r>
            <w:r>
              <w:rPr>
                <w:sz w:val="22"/>
              </w:rPr>
              <w:t>).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8"/>
            <w:placeholder>
              <w:docPart w:val="CCBD3E5208184807B976AF8B693F54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B044D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93320940"/>
                    <w:placeholder>
                      <w:docPart w:val="F19E70C0E7A34D1A81D636047CF236E5"/>
                    </w:placeholder>
                  </w:sdtPr>
                  <w:sdtEndPr/>
                  <w:sdtContent>
                    <w:r w:rsidR="00F67600">
                      <w:rPr>
                        <w:sz w:val="22"/>
                      </w:rPr>
                      <w:t>y = - 8x + 13</w:t>
                    </w:r>
                  </w:sdtContent>
                </w:sdt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811925736"/>
            <w:placeholder>
              <w:docPart w:val="23A36A64C960489AA1FC97EB136B4FB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67600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y = - 8x – 3 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FB044D" w:rsidRPr="009D7059" w:rsidRDefault="00F67600" w:rsidP="00F67600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Y = 8x + 13</w:t>
            </w:r>
          </w:p>
        </w:tc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2083950556"/>
            <w:placeholder>
              <w:docPart w:val="94E4FFD7C8D64BAB8D2F0611B6E287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67600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y = -8x + 39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36987623"/>
            <w:placeholder>
              <w:docPart w:val="B158B67BDDB84AFEA2097883A9F33F0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534F49" w:rsidP="00534F4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911008" w:rsidRPr="009D7059" w:rsidRDefault="00911008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3)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185E45" w:rsidP="0033418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Determine which points </w:t>
            </w:r>
            <w:proofErr w:type="gramStart"/>
            <w:r>
              <w:rPr>
                <w:sz w:val="22"/>
              </w:rPr>
              <w:t>lie</w:t>
            </w:r>
            <w:proofErr w:type="gramEnd"/>
            <w:r>
              <w:rPr>
                <w:sz w:val="22"/>
              </w:rPr>
              <w:t xml:space="preserve"> on the line that contains the point (</w:t>
            </w:r>
            <w:r w:rsidR="00334183">
              <w:rPr>
                <w:sz w:val="22"/>
              </w:rPr>
              <w:t>7</w:t>
            </w:r>
            <w:r>
              <w:rPr>
                <w:sz w:val="22"/>
              </w:rPr>
              <w:t xml:space="preserve">, </w:t>
            </w:r>
            <w:r w:rsidR="00334183">
              <w:rPr>
                <w:sz w:val="22"/>
              </w:rPr>
              <w:t>1</w:t>
            </w:r>
            <w:r>
              <w:rPr>
                <w:sz w:val="22"/>
              </w:rPr>
              <w:t>) with a slope of 0.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130825788"/>
            <w:placeholder>
              <w:docPart w:val="0FAC843C5AA74B659AF1E8FD27E0F1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A452D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A452DC">
                  <w:rPr>
                    <w:sz w:val="22"/>
                  </w:rPr>
                  <w:t>4, 1</w:t>
                </w:r>
                <w:r>
                  <w:rPr>
                    <w:sz w:val="22"/>
                  </w:rPr>
                  <w:t>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649412566"/>
            <w:placeholder>
              <w:docPart w:val="9E2A3A3413654B9D861CC0BCD665D1A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A452D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A452DC">
                  <w:rPr>
                    <w:sz w:val="22"/>
                  </w:rPr>
                  <w:t>1, 4</w:t>
                </w:r>
                <w:r>
                  <w:rPr>
                    <w:sz w:val="22"/>
                  </w:rPr>
                  <w:t>)</w:t>
                </w:r>
                <w:r w:rsidR="00C73019" w:rsidRPr="009D7059">
                  <w:rPr>
                    <w:sz w:val="22"/>
                  </w:rPr>
                  <w:t xml:space="preserve">  </w:t>
                </w:r>
                <w:sdt>
                  <w:sdtPr>
                    <w:rPr>
                      <w:sz w:val="22"/>
                    </w:rPr>
                    <w:id w:val="-701623264"/>
                    <w:placeholder>
                      <w:docPart w:val="5FE0E47704DB4C85933D73079D1704A9"/>
                    </w:placeholder>
                  </w:sdtPr>
                  <w:sdtEndPr/>
                  <w:sdtContent>
                    <w:r w:rsidR="00C73019" w:rsidRPr="009D7059">
                      <w:rPr>
                        <w:sz w:val="22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129281967"/>
            <w:placeholder>
              <w:docPart w:val="9CE24F645354492DAA2536A07E88944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A452D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r w:rsidR="00A452DC">
                  <w:rPr>
                    <w:sz w:val="22"/>
                  </w:rPr>
                  <w:t>1, 7</w:t>
                </w:r>
                <w:r>
                  <w:rPr>
                    <w:sz w:val="22"/>
                  </w:rPr>
                  <w:t>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748411328"/>
            <w:placeholder>
              <w:docPart w:val="7614A8C0D26D4A109B12A3E7741CBA7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r w:rsidR="00185E45">
                  <w:rPr>
                    <w:sz w:val="22"/>
                  </w:rPr>
                  <w:t>All of these lie on the line.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488362089"/>
            <w:placeholder>
              <w:docPart w:val="637EF0C651C84199AC6A927A434EAD9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  <w:r w:rsidR="00185E45">
                  <w:rPr>
                    <w:sz w:val="22"/>
                  </w:rPr>
                  <w:t xml:space="preserve"> lie on the line.</w:t>
                </w:r>
              </w:p>
            </w:tc>
          </w:sdtContent>
        </w:sdt>
      </w:tr>
    </w:tbl>
    <w:p w:rsidR="00C73019" w:rsidRPr="009D7059" w:rsidRDefault="00C73019" w:rsidP="00756D00">
      <w:pPr>
        <w:spacing w:line="12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4)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33418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 xml:space="preserve">Find the equation of the </w:t>
            </w:r>
            <w:r w:rsidR="00185E45">
              <w:rPr>
                <w:sz w:val="22"/>
              </w:rPr>
              <w:t>line</w:t>
            </w:r>
            <w:r w:rsidRPr="009D7059">
              <w:rPr>
                <w:sz w:val="22"/>
              </w:rPr>
              <w:t xml:space="preserve"> that passes through the point (</w:t>
            </w:r>
            <w:r w:rsidR="00334183">
              <w:rPr>
                <w:sz w:val="22"/>
              </w:rPr>
              <w:t>-6, 7</w:t>
            </w:r>
            <w:r w:rsidR="00185E45">
              <w:rPr>
                <w:sz w:val="22"/>
              </w:rPr>
              <w:t>) parallel to the line x – 3y</w:t>
            </w:r>
            <w:r w:rsidR="00BB5888">
              <w:rPr>
                <w:sz w:val="22"/>
              </w:rPr>
              <w:t xml:space="preserve"> = 1.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54467019"/>
            <w:placeholder>
              <w:docPart w:val="1FFEA50408964029823646DA83F939B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14355D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r w:rsidR="0014355D">
                  <w:rPr>
                    <w:sz w:val="22"/>
                  </w:rPr>
                  <w:t xml:space="preserve"> y = </w:t>
                </w:r>
                <m:oMath>
                  <m:r>
                    <w:rPr>
                      <w:rFonts w:ascii="Cambria Math" w:hAnsi="Cambria Math" w:cstheme="minorHAnsi"/>
                      <w:sz w:val="22"/>
                    </w:rPr>
                    <m:t>-3x</m:t>
                  </m:r>
                </m:oMath>
                <w:r w:rsidR="0014355D">
                  <w:rPr>
                    <w:rFonts w:cstheme="minorHAnsi"/>
                    <w:sz w:val="22"/>
                  </w:rPr>
                  <w:t xml:space="preserve"> + 2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471414620"/>
            <w:placeholder>
              <w:docPart w:val="2EE842F22B0C4A46B049C2582446464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BB588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985460930"/>
                    <w:placeholder>
                      <w:docPart w:val="AE975DEE4CE941A89E4570CB64818AE3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</m:t>
                      </m:r>
                    </m:oMath>
                    <w:r w:rsidR="00334183">
                      <w:rPr>
                        <w:rFonts w:cstheme="minorHAnsi"/>
                        <w:sz w:val="22"/>
                      </w:rPr>
                      <w:t xml:space="preserve"> + 2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54395335"/>
            <w:placeholder>
              <w:docPart w:val="627684CEDF8945FD94E685A49354445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14355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629651"/>
                    <w:placeholder>
                      <w:docPart w:val="0A37E957C26240F5BD77FA02C041BA70"/>
                    </w:placeholder>
                  </w:sdtPr>
                  <w:sdtEndPr/>
                  <w:sdtContent>
                    <w:sdt>
                      <w:sdtPr>
                        <w:rPr>
                          <w:sz w:val="22"/>
                        </w:rPr>
                        <w:id w:val="1790543582"/>
                        <w:placeholder>
                          <w:docPart w:val="D0A85E8B7FB649AA9F8CEFA1C374A664"/>
                        </w:placeholder>
                      </w:sdtPr>
                      <w:sdtEndPr/>
                      <w:sdtContent>
                        <w:r w:rsidR="0014355D">
                          <w:rPr>
                            <w:sz w:val="22"/>
                          </w:rPr>
                          <w:t xml:space="preserve">y =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x</m:t>
                          </m:r>
                        </m:oMath>
                        <w:r w:rsidR="0014355D">
                          <w:rPr>
                            <w:rFonts w:cstheme="minorHAnsi"/>
                            <w:sz w:val="22"/>
                          </w:rPr>
                          <w:t xml:space="preserve"> + 9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120681706"/>
            <w:placeholder>
              <w:docPart w:val="7A2C635E8C1B42E6A15C764535ED574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334183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812904775"/>
                    <w:placeholder>
                      <w:docPart w:val="B69666D8A18941BD9F7F84E748FDB06B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– 5 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109663517"/>
            <w:placeholder>
              <w:docPart w:val="5ACDA62BB465402A864B09355211101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C73019" w:rsidRPr="009D7059" w:rsidRDefault="00C73019" w:rsidP="00756D00">
      <w:pPr>
        <w:spacing w:line="12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**5)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7131C2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Find the equation of the line that passes through the point (</w:t>
            </w:r>
            <w:r w:rsidR="007131C2">
              <w:rPr>
                <w:sz w:val="22"/>
              </w:rPr>
              <w:t>-2, 5</w:t>
            </w:r>
            <w:r w:rsidRPr="009D7059">
              <w:rPr>
                <w:sz w:val="22"/>
              </w:rPr>
              <w:t xml:space="preserve">) and is </w:t>
            </w:r>
            <w:r w:rsidR="00BB5888">
              <w:rPr>
                <w:sz w:val="22"/>
              </w:rPr>
              <w:t xml:space="preserve">perpendicular to the line </w:t>
            </w:r>
            <w:r w:rsidR="00DC084C">
              <w:rPr>
                <w:sz w:val="22"/>
              </w:rPr>
              <w:t>4</w:t>
            </w:r>
            <w:r w:rsidR="005846D0">
              <w:rPr>
                <w:sz w:val="22"/>
              </w:rPr>
              <w:t>x</w:t>
            </w:r>
            <w:r w:rsidR="00BB5888">
              <w:rPr>
                <w:sz w:val="22"/>
              </w:rPr>
              <w:t xml:space="preserve"> + 2</w:t>
            </w:r>
            <w:r w:rsidR="005846D0">
              <w:rPr>
                <w:sz w:val="22"/>
              </w:rPr>
              <w:t>y</w:t>
            </w:r>
            <w:r w:rsidRPr="009D7059">
              <w:rPr>
                <w:sz w:val="22"/>
              </w:rPr>
              <w:t xml:space="preserve"> </w:t>
            </w:r>
            <w:r w:rsidR="00BB5888">
              <w:rPr>
                <w:sz w:val="22"/>
              </w:rPr>
              <w:t>= 2</w:t>
            </w:r>
            <w:r w:rsidRPr="009D7059">
              <w:rPr>
                <w:sz w:val="22"/>
              </w:rPr>
              <w:t>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899256173"/>
            <w:placeholder>
              <w:docPart w:val="09F2C76ECE484777836BBA355C74199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4B199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05640313"/>
                    <w:placeholder>
                      <w:docPart w:val="C1D907D9639147A393E791E115B8424C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 w:rsidR="004B199C">
                      <w:rPr>
                        <w:rFonts w:cstheme="minorHAnsi"/>
                        <w:sz w:val="22"/>
                      </w:rPr>
                      <w:t xml:space="preserve"> – 4 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599247006"/>
            <w:placeholder>
              <w:docPart w:val="59AC5FC1462B4812A348410091E3B114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4B199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372740320"/>
                    <w:placeholder>
                      <w:docPart w:val="7DBECC8FEAF74DB1B8BF7372A1B97569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-2x+1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455395139"/>
            <w:placeholder>
              <w:docPart w:val="8CEC68ADDB944464AECAF24B62B68DF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4B199C" w:rsidP="004B199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35706994"/>
                    <w:placeholder>
                      <w:docPart w:val="EF8489B5318049C186AEDB563D16E056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-2x+ </m:t>
                      </m:r>
                    </m:oMath>
                  </w:sdtContent>
                </w:sdt>
                <w:r>
                  <w:rPr>
                    <w:sz w:val="22"/>
                  </w:rPr>
                  <w:t>7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545369021"/>
            <w:placeholder>
              <w:docPart w:val="28307EBC2FBD4C6887150B9A81C6BF8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A81331" w:rsidP="001741B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653013283"/>
                    <w:placeholder>
                      <w:docPart w:val="ACF1953A57A5466E93CF407A25840CE4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 w:rsidR="001741B9">
                      <w:rPr>
                        <w:rFonts w:cstheme="minorHAnsi"/>
                        <w:sz w:val="22"/>
                      </w:rPr>
                      <w:t xml:space="preserve"> + 6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2137526928"/>
            <w:placeholder>
              <w:docPart w:val="0ACBA8D79E1346DCB47ECC9159CE532B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28316967"/>
                    <w:placeholder>
                      <w:docPart w:val="0CB01E000E4E4E58AB056E44DBDF0873"/>
                    </w:placeholder>
                  </w:sdtPr>
                  <w:sdtEndPr/>
                  <w:sdtContent>
                    <w:r w:rsidRPr="009D7059">
                      <w:rPr>
                        <w:sz w:val="22"/>
                      </w:rPr>
                      <w:t>None of these</w:t>
                    </w:r>
                  </w:sdtContent>
                </w:sdt>
                <w:r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**6)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A80BBF" w:rsidRDefault="00A80BBF" w:rsidP="00E2230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In </w:t>
            </w:r>
            <w:r w:rsidR="00E2230F">
              <w:rPr>
                <w:sz w:val="22"/>
              </w:rPr>
              <w:t>2006</w:t>
            </w:r>
            <w:r>
              <w:rPr>
                <w:sz w:val="22"/>
              </w:rPr>
              <w:t>, a company had a profit of $</w:t>
            </w:r>
            <w:r w:rsidR="00E2230F">
              <w:rPr>
                <w:sz w:val="22"/>
              </w:rPr>
              <w:t>2.5</w:t>
            </w:r>
            <w:r>
              <w:rPr>
                <w:sz w:val="22"/>
              </w:rPr>
              <w:t xml:space="preserve"> million.  In </w:t>
            </w:r>
            <w:r w:rsidR="00E2230F">
              <w:rPr>
                <w:sz w:val="22"/>
              </w:rPr>
              <w:t>2010</w:t>
            </w:r>
            <w:r>
              <w:rPr>
                <w:sz w:val="22"/>
              </w:rPr>
              <w:t>, the company had a profit of $1.</w:t>
            </w:r>
            <w:r w:rsidR="00E2230F">
              <w:rPr>
                <w:sz w:val="22"/>
              </w:rPr>
              <w:t>4</w:t>
            </w:r>
            <w:r>
              <w:rPr>
                <w:sz w:val="22"/>
              </w:rPr>
              <w:t xml:space="preserve"> million.  Write a linear equation giving the profit </w:t>
            </w:r>
            <w:r>
              <w:rPr>
                <w:i/>
                <w:sz w:val="22"/>
              </w:rPr>
              <w:t>P</w:t>
            </w:r>
            <w:r>
              <w:rPr>
                <w:sz w:val="22"/>
              </w:rPr>
              <w:t xml:space="preserve">, in millions of dollars, in terms of the year, </w:t>
            </w:r>
            <w:r>
              <w:rPr>
                <w:i/>
                <w:sz w:val="22"/>
              </w:rPr>
              <w:t>t</w:t>
            </w:r>
            <w:r>
              <w:rPr>
                <w:sz w:val="22"/>
              </w:rPr>
              <w:t xml:space="preserve">.  Let </w:t>
            </w:r>
            <w:r>
              <w:rPr>
                <w:i/>
                <w:sz w:val="22"/>
              </w:rPr>
              <w:t>t</w:t>
            </w:r>
            <w:r w:rsidR="004E366E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 w:rsidR="004E366E">
              <w:rPr>
                <w:sz w:val="22"/>
              </w:rPr>
              <w:t xml:space="preserve"> </w:t>
            </w:r>
            <w:r w:rsidR="00E2230F">
              <w:rPr>
                <w:sz w:val="22"/>
              </w:rPr>
              <w:t>0 represent 2006</w:t>
            </w:r>
            <w:r>
              <w:rPr>
                <w:sz w:val="22"/>
              </w:rPr>
              <w:t>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C73019" w:rsidRPr="009D7059" w:rsidRDefault="00A31231" w:rsidP="00A31231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x+2.5</m:t>
              </m:r>
            </m:oMath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tc>
          <w:tcPr>
            <w:tcW w:w="8010" w:type="dxa"/>
            <w:vAlign w:val="bottom"/>
          </w:tcPr>
          <w:p w:rsidR="00C73019" w:rsidRPr="009D7059" w:rsidRDefault="00A31231" w:rsidP="007D1034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x</m:t>
              </m:r>
              <m:r>
                <w:rPr>
                  <w:rFonts w:ascii="Cambria Math" w:hAnsi="Cambria Math"/>
                  <w:sz w:val="22"/>
                </w:rPr>
                <m:t>+1.1</m:t>
              </m:r>
            </m:oMath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C73019" w:rsidRPr="009D7059" w:rsidRDefault="00A31231" w:rsidP="007D1034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m:oMath>
              <m:r>
                <w:rPr>
                  <w:rFonts w:ascii="Cambria Math" w:hAnsi="Cambria Math"/>
                  <w:sz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40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x+2.5</m:t>
              </m:r>
            </m:oMath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C73019" w:rsidRPr="009D7059" w:rsidRDefault="00A31231" w:rsidP="007D1034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x+</m:t>
              </m:r>
              <m:r>
                <w:rPr>
                  <w:rFonts w:ascii="Cambria Math" w:hAnsi="Cambria Math"/>
                  <w:sz w:val="22"/>
                </w:rPr>
                <m:t>4</m:t>
              </m:r>
            </m:oMath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260490054"/>
            <w:placeholder>
              <w:docPart w:val="DE23313E98BB4E9FA8ACA3D309EE08A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5846D0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7)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56518C" w:rsidRPr="009D7059" w:rsidRDefault="0056518C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56518C" w:rsidRPr="004D2D3C" w:rsidRDefault="004D2D3C" w:rsidP="007D1034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On weekends at </w:t>
            </w:r>
            <w:r w:rsidR="00C22599">
              <w:rPr>
                <w:sz w:val="22"/>
              </w:rPr>
              <w:t>gardener</w:t>
            </w:r>
            <w:r>
              <w:rPr>
                <w:sz w:val="22"/>
              </w:rPr>
              <w:t xml:space="preserve"> has an initial service charge of $</w:t>
            </w:r>
            <w:r w:rsidR="00C22599">
              <w:rPr>
                <w:sz w:val="22"/>
              </w:rPr>
              <w:t>45</w:t>
            </w:r>
            <w:r>
              <w:rPr>
                <w:sz w:val="22"/>
              </w:rPr>
              <w:t xml:space="preserve"> plus a charge of $</w:t>
            </w:r>
            <w:r w:rsidR="00C22599">
              <w:rPr>
                <w:sz w:val="22"/>
              </w:rPr>
              <w:t>3</w:t>
            </w:r>
            <w:r>
              <w:rPr>
                <w:sz w:val="22"/>
              </w:rPr>
              <w:t xml:space="preserve">.00 per minute.  Find a linear equation giving the total charge, </w:t>
            </w:r>
            <w:r w:rsidR="007D1034">
              <w:rPr>
                <w:i/>
                <w:sz w:val="22"/>
              </w:rPr>
              <w:t>C</w:t>
            </w:r>
            <w:r>
              <w:rPr>
                <w:sz w:val="22"/>
              </w:rPr>
              <w:t xml:space="preserve">, in terms of </w:t>
            </w:r>
            <w:r>
              <w:rPr>
                <w:i/>
                <w:sz w:val="22"/>
              </w:rPr>
              <w:t>x</w:t>
            </w:r>
            <w:r>
              <w:rPr>
                <w:sz w:val="22"/>
              </w:rPr>
              <w:t>, the number of minutes.</w:t>
            </w:r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7D1034" w:rsidRPr="009D7059" w:rsidRDefault="007D1034" w:rsidP="007D1034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C </w:t>
            </w:r>
            <w:sdt>
              <w:sdtPr>
                <w:rPr>
                  <w:sz w:val="22"/>
                </w:rPr>
                <w:id w:val="1122036947"/>
                <w:placeholder>
                  <w:docPart w:val="B812282F6567492E8E9F2D899281D775"/>
                </w:placeholder>
              </w:sdtPr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>=3x+45</m:t>
                  </m:r>
                  <m:r>
                    <w:rPr>
                      <w:rFonts w:ascii="Cambria Math" w:hAnsi="Cambria Math"/>
                      <w:sz w:val="22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oMath>
              </w:sdtContent>
            </w:sdt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tc>
          <w:tcPr>
            <w:tcW w:w="8010" w:type="dxa"/>
            <w:vAlign w:val="bottom"/>
          </w:tcPr>
          <w:p w:rsidR="007D1034" w:rsidRPr="009D7059" w:rsidRDefault="007D1034" w:rsidP="007D1034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C </w:t>
            </w:r>
            <w:sdt>
              <w:sdtPr>
                <w:rPr>
                  <w:sz w:val="22"/>
                </w:rPr>
                <w:id w:val="-134408961"/>
                <w:placeholder>
                  <w:docPart w:val="56EB51A5FD7940F4B22ABF950823C64C"/>
                </w:placeholder>
              </w:sdtPr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48x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oMath>
              </w:sdtContent>
            </w:sdt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7D1034" w:rsidRPr="009D7059" w:rsidRDefault="007D1034" w:rsidP="007D1034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C </w:t>
            </w:r>
            <w:sdt>
              <w:sdtPr>
                <w:rPr>
                  <w:sz w:val="22"/>
                </w:rPr>
                <w:id w:val="-258520614"/>
                <w:placeholder>
                  <w:docPart w:val="2BE56179C779428C9515F2616D844B1F"/>
                </w:placeholder>
              </w:sdtPr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w:rPr>
                      <w:rFonts w:ascii="Cambria Math" w:hAnsi="Cambria Math"/>
                      <w:sz w:val="22"/>
                    </w:rPr>
                    <m:t>45x+3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oMath>
              </w:sdtContent>
            </w:sdt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56518C" w:rsidRPr="009D7059" w:rsidRDefault="007D1034" w:rsidP="004D2D3C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C </w:t>
            </w:r>
            <w:sdt>
              <w:sdtPr>
                <w:rPr>
                  <w:sz w:val="22"/>
                </w:rPr>
                <w:id w:val="-1735697289"/>
                <w:placeholder>
                  <w:docPart w:val="42F151847A124FCF9034220D02016247"/>
                </w:placeholder>
              </w:sdtPr>
              <w:sdtEndPr/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>=3x+45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oMath>
              </w:sdtContent>
            </w:sdt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650206009"/>
            <w:placeholder>
              <w:docPart w:val="CE0089FF499C4D7A9024885C4A1CBEE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6518C" w:rsidRPr="009D7059" w:rsidRDefault="00E46EE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56518C" w:rsidRPr="009D7059" w:rsidRDefault="0056518C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8)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E96188" w:rsidRDefault="00E96188" w:rsidP="00C2259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Find the x-intercept(s): </w:t>
            </w:r>
            <w:r w:rsidR="00C22599">
              <w:rPr>
                <w:sz w:val="22"/>
              </w:rPr>
              <w:t>2</w:t>
            </w:r>
            <w:r>
              <w:rPr>
                <w:sz w:val="22"/>
              </w:rPr>
              <w:t>x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+ </w:t>
            </w:r>
            <w:r w:rsidR="00C22599">
              <w:rPr>
                <w:sz w:val="22"/>
              </w:rPr>
              <w:t>3</w:t>
            </w:r>
            <w:r>
              <w:rPr>
                <w:sz w:val="22"/>
              </w:rPr>
              <w:t>y</w:t>
            </w:r>
            <w:r w:rsidR="00C22599"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</w:t>
            </w:r>
            <w:r w:rsidR="00C22599">
              <w:rPr>
                <w:sz w:val="22"/>
              </w:rPr>
              <w:t>-</w:t>
            </w:r>
            <w:r>
              <w:rPr>
                <w:sz w:val="22"/>
              </w:rPr>
              <w:t xml:space="preserve"> 4xy – </w:t>
            </w:r>
            <w:r w:rsidR="00C22599">
              <w:rPr>
                <w:sz w:val="22"/>
              </w:rPr>
              <w:t>8</w:t>
            </w:r>
            <w:r>
              <w:rPr>
                <w:sz w:val="22"/>
              </w:rPr>
              <w:t xml:space="preserve"> = 0.</w:t>
            </w:r>
          </w:p>
        </w:tc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918706020"/>
            <w:placeholder>
              <w:docPart w:val="D8EAB9E0DFE640709FE3389F67E2814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805843986"/>
                    <w:placeholder>
                      <w:docPart w:val="8C9BC7D9197B481F8D59BDCADFB65CC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8</m:t>
                          </m:r>
                        </m:e>
                      </m:rad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687784399"/>
            <w:placeholder>
              <w:docPart w:val="54BA55FBF70D4C539353669C951AD65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sdt>
                  <w:sdtPr>
                    <w:rPr>
                      <w:sz w:val="22"/>
                    </w:rPr>
                    <w:id w:val="2007084058"/>
                    <w:placeholder>
                      <w:docPart w:val="D473E1293A35469BA6BC071BF41F412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2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333688666"/>
            <w:placeholder>
              <w:docPart w:val="0B40E08DC7CE4C3ABF8BE8E2CB71332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156DA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rFonts w:cstheme="minorHAnsi"/>
                    <w:sz w:val="22"/>
                  </w:rPr>
                  <w:t xml:space="preserve">(4, 0) 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B02479" w:rsidRPr="009D7059" w:rsidRDefault="00B02479" w:rsidP="00474FAE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w:sdt>
              <w:sdtPr>
                <w:rPr>
                  <w:sz w:val="22"/>
                </w:rPr>
                <w:id w:val="1167588292"/>
                <w:placeholder>
                  <w:docPart w:val="BD1D6BB3D2E54AFEB4891643ED892ED1"/>
                </w:placeholder>
              </w:sdtPr>
              <w:sdtEndPr/>
              <w:sdtContent>
                <w:r w:rsidR="00474FAE">
                  <w:rPr>
                    <w:rFonts w:cstheme="minorHAnsi"/>
                    <w:sz w:val="22"/>
                  </w:rPr>
                  <w:t>8</w:t>
                </w:r>
                <w:r>
                  <w:rPr>
                    <w:rFonts w:cstheme="minorHAnsi"/>
                    <w:sz w:val="22"/>
                  </w:rPr>
                  <w:t>, 0)</w:t>
                </w:r>
              </w:sdtContent>
            </w:sdt>
          </w:p>
        </w:tc>
      </w:tr>
      <w:tr w:rsidR="00B02479" w:rsidRPr="009D7059" w:rsidTr="003859BC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B02479" w:rsidRPr="009D7059" w:rsidRDefault="00B02479" w:rsidP="00B0247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9)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B3500A" w:rsidP="00F52A3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Which of the following does NOT represent y as a function of x?</w:t>
            </w:r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538786623"/>
            <w:placeholder>
              <w:docPart w:val="77302F2679B7416180FDE494802062C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3500A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3x</w:t>
                </w:r>
                <w:r>
                  <w:rPr>
                    <w:sz w:val="22"/>
                    <w:vertAlign w:val="superscript"/>
                  </w:rPr>
                  <w:t xml:space="preserve">2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-</m:t>
                  </m:r>
                </m:oMath>
                <w:r>
                  <w:rPr>
                    <w:sz w:val="22"/>
                  </w:rPr>
                  <w:t xml:space="preserve"> y = </w:t>
                </w:r>
                <w:r w:rsidR="00D045D1">
                  <w:rPr>
                    <w:sz w:val="22"/>
                  </w:rPr>
                  <w:t>11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903057131"/>
            <w:placeholder>
              <w:docPart w:val="339F6975AEB64561B9D05C81FC891DA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D045D1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</w:t>
                </w:r>
                <w:r w:rsidR="00B3500A">
                  <w:rPr>
                    <w:sz w:val="22"/>
                  </w:rPr>
                  <w:t xml:space="preserve">x </w:t>
                </w:r>
                <w:r>
                  <w:rPr>
                    <w:sz w:val="22"/>
                  </w:rPr>
                  <w:t>+</w:t>
                </w:r>
                <w:r w:rsidR="00B3500A">
                  <w:rPr>
                    <w:sz w:val="22"/>
                  </w:rPr>
                  <w:t xml:space="preserve"> 4y = 2</w:t>
                </w:r>
                <w:r>
                  <w:rPr>
                    <w:sz w:val="22"/>
                  </w:rPr>
                  <w:t>3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E46EE9" w:rsidRPr="00B3500A" w:rsidRDefault="00D045D1" w:rsidP="00D045D1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2</w:t>
            </w:r>
            <w:r w:rsidR="00B3500A">
              <w:rPr>
                <w:sz w:val="22"/>
              </w:rPr>
              <w:t xml:space="preserve">x + </w:t>
            </w:r>
            <w:r>
              <w:rPr>
                <w:sz w:val="22"/>
              </w:rPr>
              <w:t>3</w:t>
            </w:r>
            <w:r w:rsidR="00B3500A">
              <w:rPr>
                <w:sz w:val="22"/>
              </w:rPr>
              <w:t>y</w:t>
            </w:r>
            <w:r w:rsidR="00B3500A">
              <w:rPr>
                <w:sz w:val="22"/>
                <w:vertAlign w:val="superscript"/>
              </w:rPr>
              <w:t>2</w:t>
            </w:r>
            <w:r w:rsidR="00B3500A">
              <w:rPr>
                <w:sz w:val="22"/>
              </w:rPr>
              <w:t xml:space="preserve"> = 6</w:t>
            </w:r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249197073"/>
            <w:placeholder>
              <w:docPart w:val="AFF6D49C89F34BD49E494A25945E70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B3500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y</w:t>
                </w:r>
                <w:r w:rsidR="00B3500A">
                  <w:rPr>
                    <w:sz w:val="22"/>
                  </w:rPr>
                  <w:t xml:space="preserve"> + 5x</w:t>
                </w:r>
                <w:r w:rsidR="00B3500A">
                  <w:rPr>
                    <w:sz w:val="22"/>
                    <w:vertAlign w:val="superscript"/>
                  </w:rPr>
                  <w:t>2</w:t>
                </w:r>
                <w:r w:rsidR="00B3500A">
                  <w:rPr>
                    <w:sz w:val="22"/>
                  </w:rPr>
                  <w:t xml:space="preserve"> = 2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213774133"/>
            <w:placeholder>
              <w:docPart w:val="22F506BFF779474C89050B6E940AB85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3500A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9x </w:t>
                </w:r>
                <m:oMath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-</m:t>
                  </m:r>
                </m:oMath>
                <w:r>
                  <w:rPr>
                    <w:sz w:val="22"/>
                  </w:rPr>
                  <w:t xml:space="preserve"> 3 = </w:t>
                </w:r>
                <w:r w:rsidR="00D045D1">
                  <w:rPr>
                    <w:sz w:val="22"/>
                  </w:rPr>
                  <w:t>3</w:t>
                </w:r>
                <w:r>
                  <w:rPr>
                    <w:sz w:val="22"/>
                  </w:rPr>
                  <w:t>y</w:t>
                </w:r>
              </w:p>
            </w:tc>
          </w:sdtContent>
        </w:sdt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10)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396BC5" w:rsidP="00396BC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Given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+3, x&lt;4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 xml:space="preserve">x-5, x ≥4 </m:t>
                      </m:r>
                    </m:e>
                  </m:eqAr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, find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346980044"/>
            <w:placeholder>
              <w:docPart w:val="CA9285680D9B4B76ADA940DC172BDE9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FD4BA0" w:rsidP="00FD4BA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0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8794560"/>
            <w:placeholder>
              <w:docPart w:val="A5D3D524EFB9446592FABCA2CF77876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7D7C43" w:rsidP="007D7C43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3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921481237"/>
            <w:placeholder>
              <w:docPart w:val="3103E2A7BBA44F8EADF28954A968005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FD4BA0" w:rsidP="00FD4BA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16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623378219"/>
            <w:placeholder>
              <w:docPart w:val="6F9CF16E3FB34BF59AC4E6D15FA3580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FD4BA0" w:rsidP="00FD4BA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19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012498582"/>
            <w:placeholder>
              <w:docPart w:val="110B52D9FFF544E8B74501342F5F2AE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E46EE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B00E11" w:rsidRPr="009D7059" w:rsidRDefault="00B00E11" w:rsidP="00B00E11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B00E11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>
              <w:rPr>
                <w:sz w:val="22"/>
              </w:rPr>
              <w:t>11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B00E11" w:rsidRPr="00A80BBF" w:rsidRDefault="00B00E11" w:rsidP="00B00E11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10-2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758863516"/>
            <w:placeholder>
              <w:docPart w:val="7E5DB140533F4BA4A31D2B05B6AE9E0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</m:t>
                  </m:r>
                  <m:r>
                    <w:rPr>
                      <w:rFonts w:ascii="Cambria Math" w:hAnsi="Cambria Math"/>
                      <w:sz w:val="22"/>
                    </w:rPr>
                    <m:t>, 10</m:t>
                  </m:r>
                  <m:r>
                    <w:rPr>
                      <w:rFonts w:ascii="Cambria Math" w:hAnsi="Cambria Math"/>
                      <w:sz w:val="22"/>
                    </w:rPr>
                    <m:t>]</m:t>
                  </m:r>
                </m:oMath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14413946"/>
            <w:placeholder>
              <w:docPart w:val="3E88580CF43D48048EEC33B92354A0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D5773C" w:rsidP="006118F8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867954444"/>
                    <w:placeholder>
                      <w:docPart w:val="1709FA9BBDA84AFC923977AD3C86450E"/>
                    </w:placeholder>
                  </w:sdtPr>
                  <w:sdtEndPr/>
                  <w:sdtContent>
                    <w:r w:rsidR="00B00E11"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5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</m:t>
                      </m:r>
                    </m:oMath>
                  </w:sdtContent>
                </w:sdt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2047867184"/>
            <w:placeholder>
              <w:docPart w:val="067AA4551076471BA2EF36FBD2336944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 xml:space="preserve">-∞, </m:t>
                  </m:r>
                  <m:r>
                    <w:rPr>
                      <w:rFonts w:ascii="Cambria Math" w:hAnsi="Cambria Math"/>
                      <w:sz w:val="22"/>
                    </w:rPr>
                    <m:t>5</m:t>
                  </m:r>
                  <m:r>
                    <w:rPr>
                      <w:rFonts w:ascii="Cambria Math" w:hAnsi="Cambria Math"/>
                      <w:sz w:val="22"/>
                    </w:rPr>
                    <m:t>]</m:t>
                  </m:r>
                </m:oMath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385219288"/>
            <w:placeholder>
              <w:docPart w:val="7AE4F54C671C4B9092B3FD1980202D42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6118F8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775171476"/>
                    <w:placeholder>
                      <w:docPart w:val="79952907D5D04E55B124F350F42F68A3"/>
                    </w:placeholder>
                  </w:sdtPr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5,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214002368"/>
            <w:placeholder>
              <w:docPart w:val="D9DE5CFBC2204ACB816BEBE3E78196D1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9D6AE3" w:rsidRPr="00A80BBF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>
              <w:rPr>
                <w:sz w:val="22"/>
              </w:rPr>
              <w:t>12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D6AE3" w:rsidRPr="00A80BBF" w:rsidRDefault="009D6AE3" w:rsidP="003702D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-6</m:t>
                  </m:r>
                </m:den>
              </m:f>
            </m:oMath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841924490"/>
            <w:placeholder>
              <w:docPart w:val="1B7991F1DEF54FA58A463E7B45168089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3702D7" w:rsidP="003702D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660424072"/>
                    <w:placeholder>
                      <w:docPart w:val="5B7A2B35A8BD4B489660D8B705D37DB3"/>
                    </w:placeholder>
                  </w:sdtPr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2, 3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3,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315889959"/>
            <w:placeholder>
              <w:docPart w:val="A322C72EC3364BC7A0031C2601EA0012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3702D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370073014"/>
                    <w:placeholder>
                      <w:docPart w:val="7D09C9C29B9D415F80A13848F924509D"/>
                    </w:placeholder>
                  </w:sdtPr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698752979"/>
            <w:placeholder>
              <w:docPart w:val="2660A7CA846441D390278323B69AF889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3702D7" w:rsidP="00AF5DFB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825821111"/>
                    <w:placeholder>
                      <w:docPart w:val="3934081E20E94D97B259E37ED53BA905"/>
                    </w:placeholder>
                  </w:sdtPr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297995465"/>
            <w:placeholder>
              <w:docPart w:val="6F2EBD0C13D64649A51DB449CB056F32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3702D7" w:rsidP="00AF5DFB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359558289"/>
                    <w:placeholder>
                      <w:docPart w:val="89DC2B704D1844189D4C7F97430279BA"/>
                    </w:placeholder>
                  </w:sdtPr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-1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-1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 xml:space="preserve">, 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), (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594006088"/>
            <w:placeholder>
              <w:docPart w:val="28002F8955594A02AC1F0F715F8C0BBC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9D6AE3" w:rsidRPr="00A80BBF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13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D6AE3" w:rsidRPr="00A80BBF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range of the function shown below:</w:t>
            </w:r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9D6AE3" w:rsidRPr="009D7059" w:rsidRDefault="00AC16BA" w:rsidP="009D6AE3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m:oMath>
              <m:r>
                <w:rPr>
                  <w:rFonts w:ascii="Cambria Math" w:hAnsi="Cambria Math"/>
                  <w:sz w:val="22"/>
                </w:rPr>
                <m:t>-∞, 1)</m:t>
              </m:r>
            </m:oMath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tc>
          <w:tcPr>
            <w:tcW w:w="8010" w:type="dxa"/>
            <w:vAlign w:val="bottom"/>
          </w:tcPr>
          <w:p w:rsidR="009D6AE3" w:rsidRPr="009D7059" w:rsidRDefault="00AC16BA" w:rsidP="009D6AE3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m:oMath>
              <m:r>
                <w:rPr>
                  <w:rFonts w:ascii="Cambria Math" w:hAnsi="Cambria Math"/>
                  <w:sz w:val="22"/>
                </w:rPr>
                <m:t>1, ∞</m:t>
              </m:r>
              <m:r>
                <w:rPr>
                  <w:rFonts w:ascii="Cambria Math" w:hAnsi="Cambria Math"/>
                  <w:sz w:val="22"/>
                </w:rPr>
                <m:t>)</m:t>
              </m:r>
            </m:oMath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9D6AE3" w:rsidRPr="009D7059" w:rsidRDefault="00AC16BA" w:rsidP="009D6AE3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m:oMath>
              <m:r>
                <w:rPr>
                  <w:rFonts w:ascii="Cambria Math" w:hAnsi="Cambria Math"/>
                  <w:sz w:val="22"/>
                </w:rPr>
                <m:t xml:space="preserve">-∞, </m:t>
              </m:r>
              <m:r>
                <w:rPr>
                  <w:rFonts w:ascii="Cambria Math" w:hAnsi="Cambria Math"/>
                  <w:sz w:val="22"/>
                </w:rPr>
                <m:t>-</m:t>
              </m:r>
              <m:r>
                <w:rPr>
                  <w:rFonts w:ascii="Cambria Math" w:hAnsi="Cambria Math"/>
                  <w:sz w:val="22"/>
                </w:rPr>
                <m:t>1)</m:t>
              </m:r>
            </m:oMath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9D6AE3" w:rsidRPr="009D7059" w:rsidRDefault="00AC16BA" w:rsidP="00E71FCA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m:oMath>
              <m:r>
                <w:rPr>
                  <w:rFonts w:ascii="Cambria Math" w:hAnsi="Cambria Math"/>
                  <w:sz w:val="22"/>
                </w:rPr>
                <m:t>-1</m:t>
              </m:r>
              <m:r>
                <w:rPr>
                  <w:rFonts w:ascii="Cambria Math" w:hAnsi="Cambria Math"/>
                  <w:sz w:val="22"/>
                </w:rPr>
                <m:t xml:space="preserve">, </m:t>
              </m:r>
              <m:r>
                <w:rPr>
                  <w:rFonts w:ascii="Cambria Math" w:hAnsi="Cambria Math"/>
                  <w:sz w:val="22"/>
                </w:rPr>
                <m:t>∞</m:t>
              </m:r>
              <m:r>
                <w:rPr>
                  <w:rFonts w:ascii="Cambria Math" w:hAnsi="Cambria Math"/>
                  <w:sz w:val="22"/>
                </w:rPr>
                <m:t>)</m:t>
              </m:r>
            </m:oMath>
          </w:p>
        </w:tc>
      </w:tr>
      <w:tr w:rsidR="009D6AE3" w:rsidRPr="009D7059" w:rsidTr="003859BC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640097792"/>
            <w:placeholder>
              <w:docPart w:val="D9B22B2FF4D845EC8CF1B5568A347A08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9D6AE3" w:rsidRPr="00A80BBF" w:rsidTr="007950C7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14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D6AE3" w:rsidRPr="002F6187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Write the height </w:t>
            </w:r>
            <w:r>
              <w:rPr>
                <w:i/>
                <w:sz w:val="22"/>
              </w:rPr>
              <w:t xml:space="preserve">h </w:t>
            </w:r>
            <w:r>
              <w:rPr>
                <w:sz w:val="22"/>
              </w:rPr>
              <w:t xml:space="preserve">of the rectangle as a function of </w:t>
            </w:r>
            <w:r>
              <w:rPr>
                <w:i/>
                <w:sz w:val="22"/>
              </w:rPr>
              <w:t>x</w:t>
            </w:r>
            <w:r>
              <w:rPr>
                <w:sz w:val="22"/>
              </w:rPr>
              <w:t>.</w:t>
            </w:r>
          </w:p>
        </w:tc>
      </w:tr>
      <w:tr w:rsidR="009D6AE3" w:rsidRPr="009D7059" w:rsidTr="007950C7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2133849967"/>
            <w:placeholder>
              <w:docPart w:val="D0C299849901481F877F096647A73DEC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0B1BCA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h(x) = </w:t>
                </w:r>
                <w:r w:rsidR="000B1BCA">
                  <w:rPr>
                    <w:sz w:val="22"/>
                  </w:rPr>
                  <w:t>-x</w:t>
                </w:r>
                <w:r w:rsidR="000B1BCA">
                  <w:rPr>
                    <w:sz w:val="22"/>
                    <w:vertAlign w:val="superscript"/>
                  </w:rPr>
                  <w:t>3</w:t>
                </w:r>
                <w:r w:rsidR="000B1BCA">
                  <w:rPr>
                    <w:sz w:val="22"/>
                  </w:rPr>
                  <w:t xml:space="preserve"> + 4x</w:t>
                </w:r>
              </w:p>
            </w:tc>
          </w:sdtContent>
        </w:sdt>
      </w:tr>
      <w:tr w:rsidR="009D6AE3" w:rsidRPr="009D7059" w:rsidTr="007950C7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228853663"/>
            <w:placeholder>
              <w:docPart w:val="AA4856C26AED4E66A94464D5DB37BE9A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0B1BCA">
                <w:pPr>
                  <w:pStyle w:val="Answers"/>
                  <w:framePr w:hSpace="0" w:wrap="auto" w:vAnchor="margin" w:hAnchor="text" w:xAlign="left" w:yAlign="inline"/>
                  <w:spacing w:before="6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02230730"/>
                    <w:placeholder>
                      <w:docPart w:val="68E4283AAA164AC09446AAA415E8F314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h(x) =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  <w:r w:rsidR="000B1BCA">
                  <w:rPr>
                    <w:sz w:val="22"/>
                  </w:rPr>
                  <w:t>5 – x</w:t>
                </w:r>
                <w:r w:rsidR="000B1BCA">
                  <w:rPr>
                    <w:sz w:val="22"/>
                    <w:vertAlign w:val="superscript"/>
                  </w:rPr>
                  <w:t xml:space="preserve">3 </w:t>
                </w:r>
                <w:r w:rsidR="000B1BCA">
                  <w:rPr>
                    <w:sz w:val="22"/>
                  </w:rPr>
                  <w:t>– 4x + 5</w:t>
                </w: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7950C7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969250751"/>
            <w:placeholder>
              <w:docPart w:val="A6ADD38343F5459C86A973758DF8C047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D76CC6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121224735"/>
                    <w:placeholder>
                      <w:docPart w:val="7B13830709864E4C9FC96FAB54132C72"/>
                    </w:placeholder>
                  </w:sdtPr>
                  <w:sdtContent>
                    <w:r>
                      <w:rPr>
                        <w:sz w:val="22"/>
                      </w:rPr>
                      <w:t>h(x) = x</w:t>
                    </w:r>
                    <w:r w:rsidR="00D76CC6">
                      <w:rPr>
                        <w:sz w:val="22"/>
                        <w:vertAlign w:val="superscript"/>
                      </w:rPr>
                      <w:t>3</w:t>
                    </w:r>
                  </w:sdtContent>
                </w:sdt>
                <w:r>
                  <w:rPr>
                    <w:sz w:val="22"/>
                  </w:rPr>
                  <w:t xml:space="preserve"> – </w:t>
                </w:r>
                <w:r w:rsidR="00D76CC6">
                  <w:rPr>
                    <w:sz w:val="22"/>
                  </w:rPr>
                  <w:t>4</w:t>
                </w:r>
                <w:r>
                  <w:rPr>
                    <w:sz w:val="22"/>
                  </w:rPr>
                  <w:t xml:space="preserve">x – </w:t>
                </w:r>
                <w:r w:rsidR="00D76CC6">
                  <w:rPr>
                    <w:sz w:val="22"/>
                  </w:rPr>
                  <w:t>5</w:t>
                </w: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D76CC6" w:rsidRPr="009D7059" w:rsidTr="007950C7">
        <w:tc>
          <w:tcPr>
            <w:tcW w:w="745" w:type="dxa"/>
            <w:vAlign w:val="bottom"/>
          </w:tcPr>
          <w:p w:rsidR="00D76CC6" w:rsidRPr="009D7059" w:rsidRDefault="00D76CC6" w:rsidP="00D76CC6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D76CC6" w:rsidRPr="009D7059" w:rsidRDefault="00D76CC6" w:rsidP="00D76CC6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540636191"/>
            <w:placeholder>
              <w:docPart w:val="3F454A0202F34DCA87D0C06487042239"/>
            </w:placeholder>
          </w:sdtPr>
          <w:sdtContent>
            <w:tc>
              <w:tcPr>
                <w:tcW w:w="8010" w:type="dxa"/>
                <w:vAlign w:val="bottom"/>
              </w:tcPr>
              <w:p w:rsidR="00D76CC6" w:rsidRPr="009D7059" w:rsidRDefault="00D76CC6" w:rsidP="00D76CC6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917237463"/>
                    <w:placeholder>
                      <w:docPart w:val="2BED532F486E461AA2B23CE0D35074A6"/>
                    </w:placeholder>
                  </w:sdtPr>
                  <w:sdtContent>
                    <w:r>
                      <w:rPr>
                        <w:sz w:val="22"/>
                      </w:rPr>
                      <w:t>h(x) = x</w:t>
                    </w:r>
                    <w:r>
                      <w:rPr>
                        <w:sz w:val="22"/>
                        <w:vertAlign w:val="superscript"/>
                      </w:rPr>
                      <w:t>3</w:t>
                    </w:r>
                  </w:sdtContent>
                </w:sdt>
                <w:r>
                  <w:rPr>
                    <w:sz w:val="22"/>
                  </w:rPr>
                  <w:t xml:space="preserve"> – 4</w:t>
                </w:r>
                <w:r>
                  <w:rPr>
                    <w:sz w:val="22"/>
                  </w:rPr>
                  <w:t>x + 10</w:t>
                </w: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7950C7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460954925"/>
            <w:placeholder>
              <w:docPart w:val="F0C4DFC28D404F7ABFC8D8A7BE924AB6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9D6AE3" w:rsidRPr="002F6187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15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D6AE3" w:rsidRPr="002F6187" w:rsidRDefault="009D6AE3" w:rsidP="00D5773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Determine the </w:t>
            </w:r>
            <w:bookmarkStart w:id="0" w:name="_GoBack"/>
            <w:bookmarkEnd w:id="0"/>
            <w:r>
              <w:rPr>
                <w:sz w:val="22"/>
              </w:rPr>
              <w:t>intervals in which the function is increasing, decreasing, or constant.</w:t>
            </w:r>
          </w:p>
        </w:tc>
      </w:tr>
      <w:tr w:rsidR="009D6AE3" w:rsidRPr="009D7059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205170791"/>
            <w:placeholder>
              <w:docPart w:val="D7E6E29924C745F9AEEA6D9944F09804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475432" w:rsidP="00475432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968823146"/>
                    <w:placeholder>
                      <w:docPart w:val="093444EC46684F948635859BA307AB61"/>
                    </w:placeholder>
                  </w:sdtPr>
                  <w:sdtContent>
                    <w:r>
                      <w:rPr>
                        <w:sz w:val="22"/>
                      </w:rPr>
                      <w:t xml:space="preserve">Increasing on </w:t>
                    </w:r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-3, 1)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Constant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1, 3)</m:t>
                  </m:r>
                </m:oMath>
                <w:r>
                  <w:rPr>
                    <w:sz w:val="22"/>
                  </w:rPr>
                  <w:t>, decreasing on (3, -4</w:t>
                </w:r>
                <w:r>
                  <w:rPr>
                    <w:sz w:val="22"/>
                  </w:rPr>
                  <w:t xml:space="preserve">) </w:t>
                </w:r>
              </w:p>
            </w:tc>
          </w:sdtContent>
        </w:sdt>
      </w:tr>
      <w:tr w:rsidR="009D6AE3" w:rsidRPr="009D7059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2073922737"/>
            <w:placeholder>
              <w:docPart w:val="CA50BC16B1294122B13DF0934832FDC2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475432" w:rsidP="00475432">
                <w:pPr>
                  <w:pStyle w:val="Answers"/>
                  <w:framePr w:hSpace="0" w:wrap="auto" w:vAnchor="margin" w:hAnchor="text" w:xAlign="left" w:yAlign="inline"/>
                  <w:spacing w:before="6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575746915"/>
                    <w:placeholder>
                      <w:docPart w:val="C97EF6E5878542298FE278A5C4AC65C0"/>
                    </w:placeholder>
                  </w:sdtPr>
                  <w:sdtContent>
                    <w:r>
                      <w:rPr>
                        <w:sz w:val="22"/>
                      </w:rPr>
                      <w:t>Increasing on [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-3, 1)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  <w:r>
                  <w:rPr>
                    <w:sz w:val="22"/>
                  </w:rPr>
                  <w:t xml:space="preserve">, </w:t>
                </w:r>
                <w:r>
                  <w:rPr>
                    <w:sz w:val="22"/>
                  </w:rPr>
                  <w:t>decreasing on (</w:t>
                </w:r>
                <w:r>
                  <w:rPr>
                    <w:sz w:val="22"/>
                  </w:rPr>
                  <w:t>1</w:t>
                </w:r>
                <w:r>
                  <w:rPr>
                    <w:sz w:val="22"/>
                  </w:rPr>
                  <w:t>, -4]</w:t>
                </w:r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400718628"/>
            <w:placeholder>
              <w:docPart w:val="76588C7F02C54B29974F86CE36AFD730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475432" w:rsidP="00475432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484322160"/>
                    <w:placeholder>
                      <w:docPart w:val="95D47BAC1D2845FCB1F04D385FDE2F3C"/>
                    </w:placeholder>
                  </w:sdtPr>
                  <w:sdtContent>
                    <w:r>
                      <w:rPr>
                        <w:sz w:val="22"/>
                      </w:rPr>
                      <w:t>Increasing on [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-3, 1)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Constant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 xml:space="preserve">1, </m:t>
                  </m:r>
                  <m:r>
                    <w:rPr>
                      <w:rFonts w:ascii="Cambria Math" w:hAnsi="Cambria Math"/>
                      <w:sz w:val="22"/>
                    </w:rPr>
                    <m:t>-4]</m:t>
                  </m:r>
                </m:oMath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9D6AE3" w:rsidRPr="009D7059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785306241"/>
            <w:placeholder>
              <w:docPart w:val="4E2A337FCC454B52839D89896EC2346A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475432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545829127"/>
                    <w:placeholder>
                      <w:docPart w:val="5C7C16F7666A41DEB3460D61629B072B"/>
                    </w:placeholder>
                  </w:sdtPr>
                  <w:sdtContent>
                    <w:r w:rsidR="00475432">
                      <w:rPr>
                        <w:sz w:val="22"/>
                      </w:rPr>
                      <w:t xml:space="preserve"> </w:t>
                    </w:r>
                    <w:sdt>
                      <w:sdtPr>
                        <w:rPr>
                          <w:sz w:val="22"/>
                        </w:rPr>
                        <w:id w:val="-1038195244"/>
                        <w:placeholder>
                          <w:docPart w:val="ED714C9382AD40B8A7A1C414FA549877"/>
                        </w:placeholder>
                      </w:sdtPr>
                      <w:sdtContent>
                        <w:r w:rsidR="00475432">
                          <w:rPr>
                            <w:sz w:val="22"/>
                          </w:rPr>
                          <w:t>Increasing on [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</w:rPr>
                            <m:t>-3, 1)</m:t>
                          </m:r>
                        </m:oMath>
                      </w:sdtContent>
                    </w:sdt>
                    <w:r w:rsidR="00475432">
                      <w:rPr>
                        <w:sz w:val="22"/>
                      </w:rPr>
                      <w:t xml:space="preserve"> Constant</w:t>
                    </w:r>
                    <w:r>
                      <w:rPr>
                        <w:sz w:val="22"/>
                      </w:rPr>
                      <w:t xml:space="preserve">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22"/>
                        </w:rPr>
                        <m:t>, 3)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, decreasing on (3, </w:t>
                </w:r>
                <w:r w:rsidR="00475432">
                  <w:rPr>
                    <w:sz w:val="22"/>
                  </w:rPr>
                  <w:t>-4]</w:t>
                </w:r>
              </w:p>
            </w:tc>
          </w:sdtContent>
        </w:sdt>
      </w:tr>
      <w:tr w:rsidR="009D6AE3" w:rsidRPr="009D7059" w:rsidTr="009476AB">
        <w:tc>
          <w:tcPr>
            <w:tcW w:w="745" w:type="dxa"/>
            <w:vAlign w:val="bottom"/>
          </w:tcPr>
          <w:p w:rsidR="009D6AE3" w:rsidRPr="009D7059" w:rsidRDefault="009D6AE3" w:rsidP="009D6AE3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D6AE3" w:rsidRPr="009D7059" w:rsidRDefault="009D6AE3" w:rsidP="009D6AE3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133138688"/>
            <w:placeholder>
              <w:docPart w:val="E59053758DBF48ABB46308398F1BD2EC"/>
            </w:placeholder>
          </w:sdtPr>
          <w:sdtContent>
            <w:tc>
              <w:tcPr>
                <w:tcW w:w="8010" w:type="dxa"/>
                <w:vAlign w:val="bottom"/>
              </w:tcPr>
              <w:p w:rsidR="009D6AE3" w:rsidRPr="009D7059" w:rsidRDefault="009D6AE3" w:rsidP="009D6AE3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B00E11" w:rsidRPr="009D7059" w:rsidRDefault="00B00E11" w:rsidP="00396BC5">
      <w:pPr>
        <w:spacing w:line="240" w:lineRule="auto"/>
        <w:ind w:left="0" w:firstLine="0"/>
        <w:contextualSpacing/>
        <w:rPr>
          <w:sz w:val="22"/>
        </w:rPr>
      </w:pPr>
    </w:p>
    <w:sectPr w:rsidR="00B00E11" w:rsidRPr="009D7059" w:rsidSect="003859B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BC" w:rsidRDefault="003859BC" w:rsidP="004F07FE">
      <w:pPr>
        <w:spacing w:after="0" w:line="240" w:lineRule="auto"/>
      </w:pPr>
      <w:r>
        <w:separator/>
      </w:r>
    </w:p>
  </w:endnote>
  <w:end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BC" w:rsidRPr="00466DC7" w:rsidRDefault="003859BC" w:rsidP="00466DC7">
    <w:pPr>
      <w:pStyle w:val="Pagenumbers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5773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BC" w:rsidRDefault="003859BC" w:rsidP="004F07FE">
      <w:pPr>
        <w:spacing w:after="0" w:line="240" w:lineRule="auto"/>
      </w:pPr>
      <w:r>
        <w:separator/>
      </w:r>
    </w:p>
  </w:footnote>
  <w:foot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453E5"/>
    <w:multiLevelType w:val="hybridMultilevel"/>
    <w:tmpl w:val="326E0DB4"/>
    <w:lvl w:ilvl="0" w:tplc="3B942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D42C3"/>
    <w:multiLevelType w:val="hybridMultilevel"/>
    <w:tmpl w:val="24ECCD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62E44"/>
    <w:multiLevelType w:val="hybridMultilevel"/>
    <w:tmpl w:val="38A0B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D5"/>
    <w:rsid w:val="0000780C"/>
    <w:rsid w:val="000210FD"/>
    <w:rsid w:val="000249BF"/>
    <w:rsid w:val="00075DBF"/>
    <w:rsid w:val="000B1BCA"/>
    <w:rsid w:val="000E05EC"/>
    <w:rsid w:val="000E62F6"/>
    <w:rsid w:val="000E6942"/>
    <w:rsid w:val="000F0CC4"/>
    <w:rsid w:val="000F4721"/>
    <w:rsid w:val="000F7721"/>
    <w:rsid w:val="001068A0"/>
    <w:rsid w:val="00133A59"/>
    <w:rsid w:val="0014355D"/>
    <w:rsid w:val="00147B28"/>
    <w:rsid w:val="001741B9"/>
    <w:rsid w:val="00183FAB"/>
    <w:rsid w:val="00185E45"/>
    <w:rsid w:val="001C122E"/>
    <w:rsid w:val="001C2E47"/>
    <w:rsid w:val="001F06E3"/>
    <w:rsid w:val="0020041F"/>
    <w:rsid w:val="00212C2F"/>
    <w:rsid w:val="0024033D"/>
    <w:rsid w:val="00251FC7"/>
    <w:rsid w:val="002A52D0"/>
    <w:rsid w:val="002B5B6F"/>
    <w:rsid w:val="002D0A93"/>
    <w:rsid w:val="002F3C79"/>
    <w:rsid w:val="002F6187"/>
    <w:rsid w:val="002F6B40"/>
    <w:rsid w:val="002F6D17"/>
    <w:rsid w:val="00302E28"/>
    <w:rsid w:val="00334183"/>
    <w:rsid w:val="0035541E"/>
    <w:rsid w:val="003702D7"/>
    <w:rsid w:val="00381AB4"/>
    <w:rsid w:val="003859BC"/>
    <w:rsid w:val="00396BC5"/>
    <w:rsid w:val="003A176D"/>
    <w:rsid w:val="003C703B"/>
    <w:rsid w:val="003D28D5"/>
    <w:rsid w:val="003D64A2"/>
    <w:rsid w:val="0040738C"/>
    <w:rsid w:val="004619EC"/>
    <w:rsid w:val="00466DC7"/>
    <w:rsid w:val="00474FAE"/>
    <w:rsid w:val="00475432"/>
    <w:rsid w:val="004955F9"/>
    <w:rsid w:val="004A2D7C"/>
    <w:rsid w:val="004B199C"/>
    <w:rsid w:val="004C20A3"/>
    <w:rsid w:val="004C612E"/>
    <w:rsid w:val="004D2D3C"/>
    <w:rsid w:val="004E366E"/>
    <w:rsid w:val="004F07FE"/>
    <w:rsid w:val="004F5155"/>
    <w:rsid w:val="005006E2"/>
    <w:rsid w:val="00534F49"/>
    <w:rsid w:val="00546E22"/>
    <w:rsid w:val="0054737F"/>
    <w:rsid w:val="00562799"/>
    <w:rsid w:val="0056518C"/>
    <w:rsid w:val="005846D0"/>
    <w:rsid w:val="00590098"/>
    <w:rsid w:val="00594BFF"/>
    <w:rsid w:val="00595B02"/>
    <w:rsid w:val="00596F6E"/>
    <w:rsid w:val="005A17BE"/>
    <w:rsid w:val="005A19DD"/>
    <w:rsid w:val="005C01C9"/>
    <w:rsid w:val="005C6C7D"/>
    <w:rsid w:val="005F27B4"/>
    <w:rsid w:val="006118F8"/>
    <w:rsid w:val="006138C7"/>
    <w:rsid w:val="0061743B"/>
    <w:rsid w:val="00640A6C"/>
    <w:rsid w:val="006602D5"/>
    <w:rsid w:val="006753E6"/>
    <w:rsid w:val="006B4EC4"/>
    <w:rsid w:val="006E4C32"/>
    <w:rsid w:val="00710232"/>
    <w:rsid w:val="007131C2"/>
    <w:rsid w:val="007336AF"/>
    <w:rsid w:val="0073448A"/>
    <w:rsid w:val="007520F4"/>
    <w:rsid w:val="00756D00"/>
    <w:rsid w:val="00765E39"/>
    <w:rsid w:val="007740A0"/>
    <w:rsid w:val="007816AA"/>
    <w:rsid w:val="0078473A"/>
    <w:rsid w:val="007879C9"/>
    <w:rsid w:val="007950CF"/>
    <w:rsid w:val="007B087A"/>
    <w:rsid w:val="007D1034"/>
    <w:rsid w:val="007D2146"/>
    <w:rsid w:val="007D2A62"/>
    <w:rsid w:val="007D7C43"/>
    <w:rsid w:val="007E123A"/>
    <w:rsid w:val="00830B3D"/>
    <w:rsid w:val="008319BF"/>
    <w:rsid w:val="00834949"/>
    <w:rsid w:val="00845D1B"/>
    <w:rsid w:val="0089004C"/>
    <w:rsid w:val="008A1390"/>
    <w:rsid w:val="008A1435"/>
    <w:rsid w:val="008A3C67"/>
    <w:rsid w:val="008B06E1"/>
    <w:rsid w:val="008C205F"/>
    <w:rsid w:val="008C4C68"/>
    <w:rsid w:val="008E47B2"/>
    <w:rsid w:val="008F2B9B"/>
    <w:rsid w:val="00911008"/>
    <w:rsid w:val="009156DA"/>
    <w:rsid w:val="00915F39"/>
    <w:rsid w:val="00930E76"/>
    <w:rsid w:val="00942A1F"/>
    <w:rsid w:val="00951D4D"/>
    <w:rsid w:val="0098454B"/>
    <w:rsid w:val="00987E0E"/>
    <w:rsid w:val="009B128D"/>
    <w:rsid w:val="009B516F"/>
    <w:rsid w:val="009C6445"/>
    <w:rsid w:val="009D6AE3"/>
    <w:rsid w:val="009D7059"/>
    <w:rsid w:val="009D7F91"/>
    <w:rsid w:val="00A31231"/>
    <w:rsid w:val="00A44BD6"/>
    <w:rsid w:val="00A452DC"/>
    <w:rsid w:val="00A66420"/>
    <w:rsid w:val="00A77026"/>
    <w:rsid w:val="00A80BBF"/>
    <w:rsid w:val="00A81331"/>
    <w:rsid w:val="00A84ED0"/>
    <w:rsid w:val="00AB051E"/>
    <w:rsid w:val="00AC16BA"/>
    <w:rsid w:val="00AD00DC"/>
    <w:rsid w:val="00AD5E87"/>
    <w:rsid w:val="00AF3241"/>
    <w:rsid w:val="00AF5DFB"/>
    <w:rsid w:val="00B00E11"/>
    <w:rsid w:val="00B02479"/>
    <w:rsid w:val="00B101A8"/>
    <w:rsid w:val="00B1432A"/>
    <w:rsid w:val="00B3500A"/>
    <w:rsid w:val="00B61456"/>
    <w:rsid w:val="00B6247C"/>
    <w:rsid w:val="00B967F1"/>
    <w:rsid w:val="00BB5888"/>
    <w:rsid w:val="00BB74AB"/>
    <w:rsid w:val="00BC40F3"/>
    <w:rsid w:val="00BD5B0D"/>
    <w:rsid w:val="00C1222D"/>
    <w:rsid w:val="00C22599"/>
    <w:rsid w:val="00C32014"/>
    <w:rsid w:val="00C5093C"/>
    <w:rsid w:val="00C52855"/>
    <w:rsid w:val="00C73019"/>
    <w:rsid w:val="00C8278A"/>
    <w:rsid w:val="00CA65A3"/>
    <w:rsid w:val="00CE24D9"/>
    <w:rsid w:val="00CF0768"/>
    <w:rsid w:val="00CF60AF"/>
    <w:rsid w:val="00D016F0"/>
    <w:rsid w:val="00D045D1"/>
    <w:rsid w:val="00D107FF"/>
    <w:rsid w:val="00D45322"/>
    <w:rsid w:val="00D5773C"/>
    <w:rsid w:val="00D70453"/>
    <w:rsid w:val="00D715B6"/>
    <w:rsid w:val="00D76CC6"/>
    <w:rsid w:val="00DB09A2"/>
    <w:rsid w:val="00DB2ED7"/>
    <w:rsid w:val="00DC084C"/>
    <w:rsid w:val="00DD6A1C"/>
    <w:rsid w:val="00E22263"/>
    <w:rsid w:val="00E2230F"/>
    <w:rsid w:val="00E46EE9"/>
    <w:rsid w:val="00E71FCA"/>
    <w:rsid w:val="00E803C7"/>
    <w:rsid w:val="00E82AF4"/>
    <w:rsid w:val="00E96188"/>
    <w:rsid w:val="00EB0C97"/>
    <w:rsid w:val="00EE0124"/>
    <w:rsid w:val="00EE32A9"/>
    <w:rsid w:val="00EE3590"/>
    <w:rsid w:val="00F05A7F"/>
    <w:rsid w:val="00F1694C"/>
    <w:rsid w:val="00F259B6"/>
    <w:rsid w:val="00F32901"/>
    <w:rsid w:val="00F40F97"/>
    <w:rsid w:val="00F4693E"/>
    <w:rsid w:val="00F52A35"/>
    <w:rsid w:val="00F66D22"/>
    <w:rsid w:val="00F67600"/>
    <w:rsid w:val="00F914C2"/>
    <w:rsid w:val="00FA2196"/>
    <w:rsid w:val="00FA2430"/>
    <w:rsid w:val="00FA5715"/>
    <w:rsid w:val="00FB044D"/>
    <w:rsid w:val="00FC3122"/>
    <w:rsid w:val="00FD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ron\Application%20Data\Microsoft\Templates\multchcBBk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29851E53E64FA9A63B02DD754BF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53541-F75E-4D70-9075-3BCF0B10776F}"/>
      </w:docPartPr>
      <w:docPartBody>
        <w:p w:rsidR="001D5721" w:rsidRDefault="005C3D40">
          <w:pPr>
            <w:pStyle w:val="EE29851E53E64FA9A63B02DD754BF615"/>
          </w:pPr>
          <w:r>
            <w:t>[Type your name]</w:t>
          </w:r>
        </w:p>
      </w:docPartBody>
    </w:docPart>
    <w:docPart>
      <w:docPartPr>
        <w:name w:val="8EA1863DD2E74564A19857444749C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197AC-6EC1-439C-8C53-FE791B9BC9A9}"/>
      </w:docPartPr>
      <w:docPartBody>
        <w:p w:rsidR="001D5721" w:rsidRDefault="005C3D40">
          <w:pPr>
            <w:pStyle w:val="8EA1863DD2E74564A19857444749C077"/>
          </w:pPr>
          <w:r>
            <w:t>[Type a class name]</w:t>
          </w:r>
        </w:p>
      </w:docPartBody>
    </w:docPart>
    <w:docPart>
      <w:docPartPr>
        <w:name w:val="1988212547A2466FB2FD356D24A30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B2671-3FAD-49A6-95C4-BB4ABB068ABB}"/>
      </w:docPartPr>
      <w:docPartBody>
        <w:p w:rsidR="001D5721" w:rsidRDefault="005C3D40">
          <w:pPr>
            <w:pStyle w:val="1988212547A2466FB2FD356D24A30AD5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70A3139BB0F646BBA94054AE9349D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01EC2-7F87-4778-B26C-9F8E0970862E}"/>
      </w:docPartPr>
      <w:docPartBody>
        <w:p w:rsidR="001D5721" w:rsidRDefault="00DB6756" w:rsidP="00DB6756">
          <w:pPr>
            <w:pStyle w:val="70A3139BB0F646BBA94054AE9349D814"/>
          </w:pPr>
          <w:r w:rsidRPr="00CE24D9">
            <w:t>[Type question here]</w:t>
          </w:r>
        </w:p>
      </w:docPartBody>
    </w:docPart>
    <w:docPart>
      <w:docPartPr>
        <w:name w:val="E5243F7E594C4B0E89409374311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458F-9EDA-4D42-BBBB-F18D3752B422}"/>
      </w:docPartPr>
      <w:docPartBody>
        <w:p w:rsidR="001D5721" w:rsidRDefault="00DB6756" w:rsidP="00DB6756">
          <w:pPr>
            <w:pStyle w:val="E5243F7E594C4B0E89409374311A62A7"/>
          </w:pPr>
          <w:r>
            <w:t>[Answer A]</w:t>
          </w:r>
        </w:p>
      </w:docPartBody>
    </w:docPart>
    <w:docPart>
      <w:docPartPr>
        <w:name w:val="99B9028FA4544CD19F6FDAD1757B8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2A723-B1F4-4C67-B701-602C5AEAEC98}"/>
      </w:docPartPr>
      <w:docPartBody>
        <w:p w:rsidR="001D5721" w:rsidRDefault="00DB6756" w:rsidP="00DB6756">
          <w:pPr>
            <w:pStyle w:val="99B9028FA4544CD19F6FDAD1757B8F43"/>
          </w:pPr>
          <w:r>
            <w:t>[Answer B]</w:t>
          </w:r>
        </w:p>
      </w:docPartBody>
    </w:docPart>
    <w:docPart>
      <w:docPartPr>
        <w:name w:val="01535A5E3FD44463A5BA72F1D8813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E349-D88E-4B17-8A60-0CC86232499C}"/>
      </w:docPartPr>
      <w:docPartBody>
        <w:p w:rsidR="001D5721" w:rsidRDefault="00DB6756" w:rsidP="00DB6756">
          <w:pPr>
            <w:pStyle w:val="01535A5E3FD44463A5BA72F1D8813855"/>
          </w:pPr>
          <w:r>
            <w:t>[Answer C]</w:t>
          </w:r>
        </w:p>
      </w:docPartBody>
    </w:docPart>
    <w:docPart>
      <w:docPartPr>
        <w:name w:val="33A7280DC0D544988D4B034346ACA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11812-2354-41D8-A82F-E9D8FF80824D}"/>
      </w:docPartPr>
      <w:docPartBody>
        <w:p w:rsidR="001D5721" w:rsidRDefault="00DB6756" w:rsidP="00DB6756">
          <w:pPr>
            <w:pStyle w:val="33A7280DC0D544988D4B034346ACA42E"/>
          </w:pPr>
          <w:r>
            <w:t>[Answer D]</w:t>
          </w:r>
        </w:p>
      </w:docPartBody>
    </w:docPart>
    <w:docPart>
      <w:docPartPr>
        <w:name w:val="CCBD3E5208184807B976AF8B693F5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59B67-BD87-433A-8483-A17E9DB1EC2B}"/>
      </w:docPartPr>
      <w:docPartBody>
        <w:p w:rsidR="001D5721" w:rsidRDefault="00DB6756" w:rsidP="00DB6756">
          <w:pPr>
            <w:pStyle w:val="CCBD3E5208184807B976AF8B693F5472"/>
          </w:pPr>
          <w:r>
            <w:t>[Answer A]</w:t>
          </w:r>
        </w:p>
      </w:docPartBody>
    </w:docPart>
    <w:docPart>
      <w:docPartPr>
        <w:name w:val="0FAC843C5AA74B659AF1E8FD27E0F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AF827-1A20-4608-9AFE-021DF134755B}"/>
      </w:docPartPr>
      <w:docPartBody>
        <w:p w:rsidR="001D5721" w:rsidRDefault="00DB6756" w:rsidP="00DB6756">
          <w:pPr>
            <w:pStyle w:val="0FAC843C5AA74B659AF1E8FD27E0F1F3"/>
          </w:pPr>
          <w:r>
            <w:t>[Answer A]</w:t>
          </w:r>
        </w:p>
      </w:docPartBody>
    </w:docPart>
    <w:docPart>
      <w:docPartPr>
        <w:name w:val="9E2A3A3413654B9D861CC0BCD665D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974F8-8DB9-40FC-B0C8-488DF4DF0BA7}"/>
      </w:docPartPr>
      <w:docPartBody>
        <w:p w:rsidR="001D5721" w:rsidRDefault="00DB6756" w:rsidP="00DB6756">
          <w:pPr>
            <w:pStyle w:val="9E2A3A3413654B9D861CC0BCD665D1AF"/>
          </w:pPr>
          <w:r w:rsidRPr="00CE24D9">
            <w:t>[Answer B]</w:t>
          </w:r>
        </w:p>
      </w:docPartBody>
    </w:docPart>
    <w:docPart>
      <w:docPartPr>
        <w:name w:val="9CE24F645354492DAA2536A07E88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76A59-793B-4189-ABD3-9AFD540EFE41}"/>
      </w:docPartPr>
      <w:docPartBody>
        <w:p w:rsidR="001D5721" w:rsidRDefault="00DB6756" w:rsidP="00DB6756">
          <w:pPr>
            <w:pStyle w:val="9CE24F645354492DAA2536A07E889448"/>
          </w:pPr>
          <w:r w:rsidRPr="00CE24D9">
            <w:t>[Answer C]</w:t>
          </w:r>
        </w:p>
      </w:docPartBody>
    </w:docPart>
    <w:docPart>
      <w:docPartPr>
        <w:name w:val="7614A8C0D26D4A109B12A3E7741C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A27CA-EAF7-4F86-9EF2-A3F05B938A3A}"/>
      </w:docPartPr>
      <w:docPartBody>
        <w:p w:rsidR="001D5721" w:rsidRDefault="00DB6756" w:rsidP="00DB6756">
          <w:pPr>
            <w:pStyle w:val="7614A8C0D26D4A109B12A3E7741CBA7E"/>
          </w:pPr>
          <w:r w:rsidRPr="00CE24D9">
            <w:t>[Answer D]</w:t>
          </w:r>
        </w:p>
      </w:docPartBody>
    </w:docPart>
    <w:docPart>
      <w:docPartPr>
        <w:name w:val="637EF0C651C84199AC6A927A434EA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4E364-FCCF-47C8-804C-19AD1CA6AC91}"/>
      </w:docPartPr>
      <w:docPartBody>
        <w:p w:rsidR="001D5721" w:rsidRDefault="00DB6756" w:rsidP="00DB6756">
          <w:pPr>
            <w:pStyle w:val="637EF0C651C84199AC6A927A434EAD9F"/>
          </w:pPr>
          <w:r>
            <w:t>[Answer E]</w:t>
          </w:r>
        </w:p>
      </w:docPartBody>
    </w:docPart>
    <w:docPart>
      <w:docPartPr>
        <w:name w:val="5FE0E47704DB4C85933D73079D170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97BDA-51E9-48DD-8260-617D44E3E17B}"/>
      </w:docPartPr>
      <w:docPartBody>
        <w:p w:rsidR="001D5721" w:rsidRDefault="00DB6756" w:rsidP="00DB6756">
          <w:pPr>
            <w:pStyle w:val="5FE0E47704DB4C85933D73079D1704A9"/>
          </w:pPr>
          <w:r>
            <w:t>[Answer A]</w:t>
          </w:r>
        </w:p>
      </w:docPartBody>
    </w:docPart>
    <w:docPart>
      <w:docPartPr>
        <w:name w:val="1FFEA50408964029823646DA83F93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CC16-19A0-4340-B189-80D3584B23CF}"/>
      </w:docPartPr>
      <w:docPartBody>
        <w:p w:rsidR="001D5721" w:rsidRDefault="00DB6756" w:rsidP="00DB6756">
          <w:pPr>
            <w:pStyle w:val="1FFEA50408964029823646DA83F939BC"/>
          </w:pPr>
          <w:r>
            <w:t>[Answer A]</w:t>
          </w:r>
        </w:p>
      </w:docPartBody>
    </w:docPart>
    <w:docPart>
      <w:docPartPr>
        <w:name w:val="2EE842F22B0C4A46B049C25824464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17F4-23F0-4BBF-BD16-BE8AF6655788}"/>
      </w:docPartPr>
      <w:docPartBody>
        <w:p w:rsidR="001D5721" w:rsidRDefault="00DB6756" w:rsidP="00DB6756">
          <w:pPr>
            <w:pStyle w:val="2EE842F22B0C4A46B049C2582446464D"/>
          </w:pPr>
          <w:r w:rsidRPr="00CE24D9">
            <w:t>[Answer B]</w:t>
          </w:r>
        </w:p>
      </w:docPartBody>
    </w:docPart>
    <w:docPart>
      <w:docPartPr>
        <w:name w:val="627684CEDF8945FD94E685A49354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7A306-653B-4608-B8D4-7C3A66231EBF}"/>
      </w:docPartPr>
      <w:docPartBody>
        <w:p w:rsidR="001D5721" w:rsidRDefault="00DB6756" w:rsidP="00DB6756">
          <w:pPr>
            <w:pStyle w:val="627684CEDF8945FD94E685A49354445A"/>
          </w:pPr>
          <w:r w:rsidRPr="00CE24D9">
            <w:t>[Answer C]</w:t>
          </w:r>
        </w:p>
      </w:docPartBody>
    </w:docPart>
    <w:docPart>
      <w:docPartPr>
        <w:name w:val="7A2C635E8C1B42E6A15C764535ED5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0BE23-988A-4459-8ADF-8669642F484B}"/>
      </w:docPartPr>
      <w:docPartBody>
        <w:p w:rsidR="001D5721" w:rsidRDefault="00DB6756" w:rsidP="00DB6756">
          <w:pPr>
            <w:pStyle w:val="7A2C635E8C1B42E6A15C764535ED574E"/>
          </w:pPr>
          <w:r w:rsidRPr="00CE24D9">
            <w:t>[Answer D]</w:t>
          </w:r>
        </w:p>
      </w:docPartBody>
    </w:docPart>
    <w:docPart>
      <w:docPartPr>
        <w:name w:val="5ACDA62BB465402A864B09355211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32ACF-B485-42F2-ABCE-EA2DE735214A}"/>
      </w:docPartPr>
      <w:docPartBody>
        <w:p w:rsidR="001D5721" w:rsidRDefault="00DB6756" w:rsidP="00DB6756">
          <w:pPr>
            <w:pStyle w:val="5ACDA62BB465402A864B093552111018"/>
          </w:pPr>
          <w:r>
            <w:t>[Answer E]</w:t>
          </w:r>
        </w:p>
      </w:docPartBody>
    </w:docPart>
    <w:docPart>
      <w:docPartPr>
        <w:name w:val="09F2C76ECE484777836BBA355C741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D9AA5-B156-4E77-95E9-DAA33F13CB0D}"/>
      </w:docPartPr>
      <w:docPartBody>
        <w:p w:rsidR="001D5721" w:rsidRDefault="00DB6756" w:rsidP="00DB6756">
          <w:pPr>
            <w:pStyle w:val="09F2C76ECE484777836BBA355C741997"/>
          </w:pPr>
          <w:r>
            <w:t>[Answer A]</w:t>
          </w:r>
        </w:p>
      </w:docPartBody>
    </w:docPart>
    <w:docPart>
      <w:docPartPr>
        <w:name w:val="59AC5FC1462B4812A348410091E3B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F7FF-B980-4F18-BF40-14DB21621907}"/>
      </w:docPartPr>
      <w:docPartBody>
        <w:p w:rsidR="001D5721" w:rsidRDefault="00DB6756" w:rsidP="00DB6756">
          <w:pPr>
            <w:pStyle w:val="59AC5FC1462B4812A348410091E3B114"/>
          </w:pPr>
          <w:r w:rsidRPr="00CE24D9">
            <w:t>[Answer B]</w:t>
          </w:r>
        </w:p>
      </w:docPartBody>
    </w:docPart>
    <w:docPart>
      <w:docPartPr>
        <w:name w:val="8CEC68ADDB944464AECAF24B62B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45451-32C9-4A7D-8B14-A544701B4235}"/>
      </w:docPartPr>
      <w:docPartBody>
        <w:p w:rsidR="001D5721" w:rsidRDefault="00DB6756" w:rsidP="00DB6756">
          <w:pPr>
            <w:pStyle w:val="8CEC68ADDB944464AECAF24B62B68DFE"/>
          </w:pPr>
          <w:r w:rsidRPr="00CE24D9">
            <w:t>[Answer C]</w:t>
          </w:r>
        </w:p>
      </w:docPartBody>
    </w:docPart>
    <w:docPart>
      <w:docPartPr>
        <w:name w:val="28307EBC2FBD4C6887150B9A81C6B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FC440-A23F-43C5-BA9E-05CB351E9B99}"/>
      </w:docPartPr>
      <w:docPartBody>
        <w:p w:rsidR="001D5721" w:rsidRDefault="00DB6756" w:rsidP="00DB6756">
          <w:pPr>
            <w:pStyle w:val="28307EBC2FBD4C6887150B9A81C6BF8E"/>
          </w:pPr>
          <w:r w:rsidRPr="00CE24D9">
            <w:t>[Answer D]</w:t>
          </w:r>
        </w:p>
      </w:docPartBody>
    </w:docPart>
    <w:docPart>
      <w:docPartPr>
        <w:name w:val="0ACBA8D79E1346DCB47ECC9159CE5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02E0D-1CA3-4AA2-9C02-96573C13A02B}"/>
      </w:docPartPr>
      <w:docPartBody>
        <w:p w:rsidR="001D5721" w:rsidRDefault="00DB6756" w:rsidP="00DB6756">
          <w:pPr>
            <w:pStyle w:val="0ACBA8D79E1346DCB47ECC9159CE532B"/>
          </w:pPr>
          <w:r>
            <w:t>[Answer E]</w:t>
          </w:r>
        </w:p>
      </w:docPartBody>
    </w:docPart>
    <w:docPart>
      <w:docPartPr>
        <w:name w:val="0CB01E000E4E4E58AB056E44DBDF0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C30D7-1D72-414A-91C3-50AE5D9E1228}"/>
      </w:docPartPr>
      <w:docPartBody>
        <w:p w:rsidR="001D5721" w:rsidRDefault="00DB6756" w:rsidP="00DB6756">
          <w:pPr>
            <w:pStyle w:val="0CB01E000E4E4E58AB056E44DBDF0873"/>
          </w:pPr>
          <w:r>
            <w:t>[Answer E]</w:t>
          </w:r>
        </w:p>
      </w:docPartBody>
    </w:docPart>
    <w:docPart>
      <w:docPartPr>
        <w:name w:val="DE23313E98BB4E9FA8ACA3D309EE0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F7C2C-77B0-4C0E-AFAF-50038E08527E}"/>
      </w:docPartPr>
      <w:docPartBody>
        <w:p w:rsidR="001D5721" w:rsidRDefault="00DB6756" w:rsidP="00DB6756">
          <w:pPr>
            <w:pStyle w:val="DE23313E98BB4E9FA8ACA3D309EE08A3"/>
          </w:pPr>
          <w:r>
            <w:t>[Answer E]</w:t>
          </w:r>
        </w:p>
      </w:docPartBody>
    </w:docPart>
    <w:docPart>
      <w:docPartPr>
        <w:name w:val="42F151847A124FCF9034220D02016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9E224-CB76-4556-9B0E-6FD049B8447A}"/>
      </w:docPartPr>
      <w:docPartBody>
        <w:p w:rsidR="001D5721" w:rsidRDefault="00DB6756" w:rsidP="00DB6756">
          <w:pPr>
            <w:pStyle w:val="42F151847A124FCF9034220D02016247"/>
          </w:pPr>
          <w:r w:rsidRPr="00CE24D9">
            <w:t>[Answer D]</w:t>
          </w:r>
        </w:p>
      </w:docPartBody>
    </w:docPart>
    <w:docPart>
      <w:docPartPr>
        <w:name w:val="CE0089FF499C4D7A9024885C4A1CB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2D876-7ED9-43E7-AE6D-B20F87BD1B1B}"/>
      </w:docPartPr>
      <w:docPartBody>
        <w:p w:rsidR="001D5721" w:rsidRDefault="00DB6756" w:rsidP="00DB6756">
          <w:pPr>
            <w:pStyle w:val="CE0089FF499C4D7A9024885C4A1CBEEC"/>
          </w:pPr>
          <w:r>
            <w:t>[Answer E]</w:t>
          </w:r>
        </w:p>
      </w:docPartBody>
    </w:docPart>
    <w:docPart>
      <w:docPartPr>
        <w:name w:val="77302F2679B7416180FDE49480206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36B1F-2CEA-4970-BE68-ED948F4E65A9}"/>
      </w:docPartPr>
      <w:docPartBody>
        <w:p w:rsidR="001D5721" w:rsidRDefault="00DB6756" w:rsidP="00DB6756">
          <w:pPr>
            <w:pStyle w:val="77302F2679B7416180FDE494802062C0"/>
          </w:pPr>
          <w:r>
            <w:t>[Answer A]</w:t>
          </w:r>
        </w:p>
      </w:docPartBody>
    </w:docPart>
    <w:docPart>
      <w:docPartPr>
        <w:name w:val="339F6975AEB64561B9D05C81FC891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7EDCB-F747-43BB-8365-BC6D468A78B4}"/>
      </w:docPartPr>
      <w:docPartBody>
        <w:p w:rsidR="001D5721" w:rsidRDefault="00DB6756" w:rsidP="00DB6756">
          <w:pPr>
            <w:pStyle w:val="339F6975AEB64561B9D05C81FC891DAE"/>
          </w:pPr>
          <w:r w:rsidRPr="00CE24D9">
            <w:t>[Answer B]</w:t>
          </w:r>
        </w:p>
      </w:docPartBody>
    </w:docPart>
    <w:docPart>
      <w:docPartPr>
        <w:name w:val="AFF6D49C89F34BD49E494A25945E7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D0A67-AE4E-4A4B-ABD0-FAE91067EB35}"/>
      </w:docPartPr>
      <w:docPartBody>
        <w:p w:rsidR="001D5721" w:rsidRDefault="00DB6756" w:rsidP="00DB6756">
          <w:pPr>
            <w:pStyle w:val="AFF6D49C89F34BD49E494A25945E70F3"/>
          </w:pPr>
          <w:r w:rsidRPr="00CE24D9">
            <w:t>[Answer D]</w:t>
          </w:r>
        </w:p>
      </w:docPartBody>
    </w:docPart>
    <w:docPart>
      <w:docPartPr>
        <w:name w:val="22F506BFF779474C89050B6E940AB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D1054-74B2-4FEB-AC7A-E23C93930B5D}"/>
      </w:docPartPr>
      <w:docPartBody>
        <w:p w:rsidR="001D5721" w:rsidRDefault="00DB6756" w:rsidP="00DB6756">
          <w:pPr>
            <w:pStyle w:val="22F506BFF779474C89050B6E940AB851"/>
          </w:pPr>
          <w:r>
            <w:t>[Answer E]</w:t>
          </w:r>
        </w:p>
      </w:docPartBody>
    </w:docPart>
    <w:docPart>
      <w:docPartPr>
        <w:name w:val="CA9285680D9B4B76ADA940DC172B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82276-009F-4980-8C06-0BAC2479E927}"/>
      </w:docPartPr>
      <w:docPartBody>
        <w:p w:rsidR="001D5721" w:rsidRDefault="00DB6756" w:rsidP="00DB6756">
          <w:pPr>
            <w:pStyle w:val="CA9285680D9B4B76ADA940DC172BDE96"/>
          </w:pPr>
          <w:r>
            <w:t>[Answer A]</w:t>
          </w:r>
        </w:p>
      </w:docPartBody>
    </w:docPart>
    <w:docPart>
      <w:docPartPr>
        <w:name w:val="A5D3D524EFB9446592FABCA2CF778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6DF9D-6A79-473B-9485-7B2682111471}"/>
      </w:docPartPr>
      <w:docPartBody>
        <w:p w:rsidR="001D5721" w:rsidRDefault="00DB6756" w:rsidP="00DB6756">
          <w:pPr>
            <w:pStyle w:val="A5D3D524EFB9446592FABCA2CF778766"/>
          </w:pPr>
          <w:r w:rsidRPr="00CE24D9">
            <w:t>[Answer B]</w:t>
          </w:r>
        </w:p>
      </w:docPartBody>
    </w:docPart>
    <w:docPart>
      <w:docPartPr>
        <w:name w:val="3103E2A7BBA44F8EADF28954A968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B2AD2-62C7-476C-8653-708034A928F4}"/>
      </w:docPartPr>
      <w:docPartBody>
        <w:p w:rsidR="001D5721" w:rsidRDefault="00DB6756" w:rsidP="00DB6756">
          <w:pPr>
            <w:pStyle w:val="3103E2A7BBA44F8EADF28954A9680059"/>
          </w:pPr>
          <w:r w:rsidRPr="00CE24D9">
            <w:t>[Answer C]</w:t>
          </w:r>
        </w:p>
      </w:docPartBody>
    </w:docPart>
    <w:docPart>
      <w:docPartPr>
        <w:name w:val="6F9CF16E3FB34BF59AC4E6D15FA35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27260-9539-407F-84BB-954284D04914}"/>
      </w:docPartPr>
      <w:docPartBody>
        <w:p w:rsidR="001D5721" w:rsidRDefault="00DB6756" w:rsidP="00DB6756">
          <w:pPr>
            <w:pStyle w:val="6F9CF16E3FB34BF59AC4E6D15FA35807"/>
          </w:pPr>
          <w:r w:rsidRPr="00CE24D9">
            <w:t>[Answer D]</w:t>
          </w:r>
        </w:p>
      </w:docPartBody>
    </w:docPart>
    <w:docPart>
      <w:docPartPr>
        <w:name w:val="110B52D9FFF544E8B74501342F5F2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691FF-3672-4DDF-9171-8AB97767276F}"/>
      </w:docPartPr>
      <w:docPartBody>
        <w:p w:rsidR="001D5721" w:rsidRDefault="00DB6756" w:rsidP="00DB6756">
          <w:pPr>
            <w:pStyle w:val="110B52D9FFF544E8B74501342F5F2AE8"/>
          </w:pPr>
          <w:r>
            <w:t>[Answer E]</w:t>
          </w:r>
        </w:p>
      </w:docPartBody>
    </w:docPart>
    <w:docPart>
      <w:docPartPr>
        <w:name w:val="0F4D0F8AAE4C431F84B0BD0CB0F8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05F8E-D046-4C0F-BFFA-0376AEB90706}"/>
      </w:docPartPr>
      <w:docPartBody>
        <w:p w:rsidR="005310A8" w:rsidRDefault="005310A8" w:rsidP="005310A8">
          <w:pPr>
            <w:pStyle w:val="0F4D0F8AAE4C431F84B0BD0CB0F8EC71"/>
          </w:pPr>
          <w:r>
            <w:t>[Answer A]</w:t>
          </w:r>
        </w:p>
      </w:docPartBody>
    </w:docPart>
    <w:docPart>
      <w:docPartPr>
        <w:name w:val="E479B5E0BB044C0EA2DDA95B1BBC6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955C9-E472-4C21-B5B7-5C8F79757978}"/>
      </w:docPartPr>
      <w:docPartBody>
        <w:p w:rsidR="005310A8" w:rsidRDefault="005310A8" w:rsidP="005310A8">
          <w:pPr>
            <w:pStyle w:val="E479B5E0BB044C0EA2DDA95B1BBC633E"/>
          </w:pPr>
          <w:r>
            <w:t>[Answer A]</w:t>
          </w:r>
        </w:p>
      </w:docPartBody>
    </w:docPart>
    <w:docPart>
      <w:docPartPr>
        <w:name w:val="2086E968A0314149A396CADC757F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7373B-2DC5-4695-B982-5EA84F442AC9}"/>
      </w:docPartPr>
      <w:docPartBody>
        <w:p w:rsidR="005310A8" w:rsidRDefault="005310A8" w:rsidP="005310A8">
          <w:pPr>
            <w:pStyle w:val="2086E968A0314149A396CADC757F9560"/>
          </w:pPr>
          <w:r>
            <w:t>[Answer A]</w:t>
          </w:r>
        </w:p>
      </w:docPartBody>
    </w:docPart>
    <w:docPart>
      <w:docPartPr>
        <w:name w:val="23A36A64C960489AA1FC97EB136B4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3BD22-CD2B-4103-BA73-2C6DA8C889B4}"/>
      </w:docPartPr>
      <w:docPartBody>
        <w:p w:rsidR="005310A8" w:rsidRDefault="005310A8" w:rsidP="005310A8">
          <w:pPr>
            <w:pStyle w:val="23A36A64C960489AA1FC97EB136B4FB0"/>
          </w:pPr>
          <w:r>
            <w:t>[Answer A]</w:t>
          </w:r>
        </w:p>
      </w:docPartBody>
    </w:docPart>
    <w:docPart>
      <w:docPartPr>
        <w:name w:val="94E4FFD7C8D64BAB8D2F0611B6E28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F9A38-6688-4C38-8C4E-39364D50103C}"/>
      </w:docPartPr>
      <w:docPartBody>
        <w:p w:rsidR="005310A8" w:rsidRDefault="005310A8" w:rsidP="005310A8">
          <w:pPr>
            <w:pStyle w:val="94E4FFD7C8D64BAB8D2F0611B6E287DD"/>
          </w:pPr>
          <w:r>
            <w:t>[Answer A]</w:t>
          </w:r>
        </w:p>
      </w:docPartBody>
    </w:docPart>
    <w:docPart>
      <w:docPartPr>
        <w:name w:val="B158B67BDDB84AFEA2097883A9F33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9E026-E753-4A83-A375-2ACE3CD725A9}"/>
      </w:docPartPr>
      <w:docPartBody>
        <w:p w:rsidR="005310A8" w:rsidRDefault="005310A8" w:rsidP="005310A8">
          <w:pPr>
            <w:pStyle w:val="B158B67BDDB84AFEA2097883A9F33F08"/>
          </w:pPr>
          <w:r>
            <w:t>[Answer E]</w:t>
          </w:r>
        </w:p>
      </w:docPartBody>
    </w:docPart>
    <w:docPart>
      <w:docPartPr>
        <w:name w:val="F19E70C0E7A34D1A81D636047CF23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9F419-A25D-425A-9AC7-4C21621C1696}"/>
      </w:docPartPr>
      <w:docPartBody>
        <w:p w:rsidR="005310A8" w:rsidRDefault="005310A8" w:rsidP="005310A8">
          <w:pPr>
            <w:pStyle w:val="F19E70C0E7A34D1A81D636047CF236E5"/>
          </w:pPr>
          <w:r>
            <w:t>[Answer A]</w:t>
          </w:r>
        </w:p>
      </w:docPartBody>
    </w:docPart>
    <w:docPart>
      <w:docPartPr>
        <w:name w:val="AE975DEE4CE941A89E4570CB6481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CB7EF-69A9-450A-A51F-C1494C0C994B}"/>
      </w:docPartPr>
      <w:docPartBody>
        <w:p w:rsidR="005310A8" w:rsidRDefault="005310A8" w:rsidP="005310A8">
          <w:pPr>
            <w:pStyle w:val="AE975DEE4CE941A89E4570CB64818AE3"/>
          </w:pPr>
          <w:r>
            <w:t>[Answer A]</w:t>
          </w:r>
        </w:p>
      </w:docPartBody>
    </w:docPart>
    <w:docPart>
      <w:docPartPr>
        <w:name w:val="0A37E957C26240F5BD77FA02C041B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17128-5087-4863-A851-8A4240944FED}"/>
      </w:docPartPr>
      <w:docPartBody>
        <w:p w:rsidR="005310A8" w:rsidRDefault="005310A8" w:rsidP="005310A8">
          <w:pPr>
            <w:pStyle w:val="0A37E957C26240F5BD77FA02C041BA70"/>
          </w:pPr>
          <w:r>
            <w:t>[Answer A]</w:t>
          </w:r>
        </w:p>
      </w:docPartBody>
    </w:docPart>
    <w:docPart>
      <w:docPartPr>
        <w:name w:val="C1D907D9639147A393E791E115B84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7260B-5567-4301-86FA-3C3B602AFE1B}"/>
      </w:docPartPr>
      <w:docPartBody>
        <w:p w:rsidR="005310A8" w:rsidRDefault="005310A8" w:rsidP="005310A8">
          <w:pPr>
            <w:pStyle w:val="C1D907D9639147A393E791E115B8424C"/>
          </w:pPr>
          <w:r>
            <w:t>[Answer A]</w:t>
          </w:r>
        </w:p>
      </w:docPartBody>
    </w:docPart>
    <w:docPart>
      <w:docPartPr>
        <w:name w:val="7DBECC8FEAF74DB1B8BF7372A1B97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8DCD7-6556-4B76-B3F8-492C244729EF}"/>
      </w:docPartPr>
      <w:docPartBody>
        <w:p w:rsidR="005310A8" w:rsidRDefault="005310A8" w:rsidP="005310A8">
          <w:pPr>
            <w:pStyle w:val="7DBECC8FEAF74DB1B8BF7372A1B97569"/>
          </w:pPr>
          <w:r>
            <w:t>[Answer A]</w:t>
          </w:r>
        </w:p>
      </w:docPartBody>
    </w:docPart>
    <w:docPart>
      <w:docPartPr>
        <w:name w:val="ACF1953A57A5466E93CF407A25840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A79C-A5BD-4C8C-87AE-B523D23920C1}"/>
      </w:docPartPr>
      <w:docPartBody>
        <w:p w:rsidR="005310A8" w:rsidRDefault="005310A8" w:rsidP="005310A8">
          <w:pPr>
            <w:pStyle w:val="ACF1953A57A5466E93CF407A25840CE4"/>
          </w:pPr>
          <w:r>
            <w:t>[Answer A]</w:t>
          </w:r>
        </w:p>
      </w:docPartBody>
    </w:docPart>
    <w:docPart>
      <w:docPartPr>
        <w:name w:val="D8EAB9E0DFE640709FE3389F67E28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3E87B-04F8-4C2A-922F-A2D529798B61}"/>
      </w:docPartPr>
      <w:docPartBody>
        <w:p w:rsidR="005310A8" w:rsidRDefault="005310A8" w:rsidP="005310A8">
          <w:pPr>
            <w:pStyle w:val="D8EAB9E0DFE640709FE3389F67E28140"/>
          </w:pPr>
          <w:r>
            <w:t>[Answer A]</w:t>
          </w:r>
        </w:p>
      </w:docPartBody>
    </w:docPart>
    <w:docPart>
      <w:docPartPr>
        <w:name w:val="54BA55FBF70D4C539353669C951AD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1799-390E-43B6-BD62-688F23E39CC2}"/>
      </w:docPartPr>
      <w:docPartBody>
        <w:p w:rsidR="005310A8" w:rsidRDefault="005310A8" w:rsidP="005310A8">
          <w:pPr>
            <w:pStyle w:val="54BA55FBF70D4C539353669C951AD652"/>
          </w:pPr>
          <w:r>
            <w:t>[Answer B]</w:t>
          </w:r>
        </w:p>
      </w:docPartBody>
    </w:docPart>
    <w:docPart>
      <w:docPartPr>
        <w:name w:val="0B40E08DC7CE4C3ABF8BE8E2CB713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8D459-458D-4EE5-A101-B15B37E0DF14}"/>
      </w:docPartPr>
      <w:docPartBody>
        <w:p w:rsidR="005310A8" w:rsidRDefault="005310A8" w:rsidP="005310A8">
          <w:pPr>
            <w:pStyle w:val="0B40E08DC7CE4C3ABF8BE8E2CB71332A"/>
          </w:pPr>
          <w:r>
            <w:t>[Answer C]</w:t>
          </w:r>
        </w:p>
      </w:docPartBody>
    </w:docPart>
    <w:docPart>
      <w:docPartPr>
        <w:name w:val="BD1D6BB3D2E54AFEB4891643ED892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A5AD8-0F3D-4259-ACCC-68804CBD4DCB}"/>
      </w:docPartPr>
      <w:docPartBody>
        <w:p w:rsidR="005310A8" w:rsidRDefault="005310A8" w:rsidP="005310A8">
          <w:pPr>
            <w:pStyle w:val="BD1D6BB3D2E54AFEB4891643ED892ED1"/>
          </w:pPr>
          <w:r>
            <w:t>[Answer D]</w:t>
          </w:r>
        </w:p>
      </w:docPartBody>
    </w:docPart>
    <w:docPart>
      <w:docPartPr>
        <w:name w:val="8C9BC7D9197B481F8D59BDCADFB65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EA971-E180-4436-8148-A4E71348CD98}"/>
      </w:docPartPr>
      <w:docPartBody>
        <w:p w:rsidR="005310A8" w:rsidRDefault="005310A8" w:rsidP="005310A8">
          <w:pPr>
            <w:pStyle w:val="8C9BC7D9197B481F8D59BDCADFB65CCC"/>
          </w:pPr>
          <w:r>
            <w:t>[Answer D]</w:t>
          </w:r>
        </w:p>
      </w:docPartBody>
    </w:docPart>
    <w:docPart>
      <w:docPartPr>
        <w:name w:val="D473E1293A35469BA6BC071BF41F4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7AE31-DDFE-4058-825C-7951C75D0363}"/>
      </w:docPartPr>
      <w:docPartBody>
        <w:p w:rsidR="005310A8" w:rsidRDefault="005310A8" w:rsidP="005310A8">
          <w:pPr>
            <w:pStyle w:val="D473E1293A35469BA6BC071BF41F412C"/>
          </w:pPr>
          <w:r>
            <w:t>[Answer D]</w:t>
          </w:r>
        </w:p>
      </w:docPartBody>
    </w:docPart>
    <w:docPart>
      <w:docPartPr>
        <w:name w:val="7E5DB140533F4BA4A31D2B05B6AE9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208F8-4174-4FA9-9BE4-7224DA5DBC03}"/>
      </w:docPartPr>
      <w:docPartBody>
        <w:p w:rsidR="005310A8" w:rsidRDefault="005310A8" w:rsidP="005310A8">
          <w:pPr>
            <w:pStyle w:val="7E5DB140533F4BA4A31D2B05B6AE9E02"/>
          </w:pPr>
          <w:r>
            <w:t>[Answer A]</w:t>
          </w:r>
        </w:p>
      </w:docPartBody>
    </w:docPart>
    <w:docPart>
      <w:docPartPr>
        <w:name w:val="3E88580CF43D48048EEC33B92354A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70560-746D-4DB3-B1E9-6727E029A2E3}"/>
      </w:docPartPr>
      <w:docPartBody>
        <w:p w:rsidR="005310A8" w:rsidRDefault="005310A8" w:rsidP="005310A8">
          <w:pPr>
            <w:pStyle w:val="3E88580CF43D48048EEC33B92354A072"/>
          </w:pPr>
          <w:r w:rsidRPr="00CE24D9">
            <w:t>[Answer B]</w:t>
          </w:r>
        </w:p>
      </w:docPartBody>
    </w:docPart>
    <w:docPart>
      <w:docPartPr>
        <w:name w:val="1709FA9BBDA84AFC923977AD3C86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1AA6-FE97-4383-9253-DF59861D7B58}"/>
      </w:docPartPr>
      <w:docPartBody>
        <w:p w:rsidR="005310A8" w:rsidRDefault="005310A8" w:rsidP="005310A8">
          <w:pPr>
            <w:pStyle w:val="1709FA9BBDA84AFC923977AD3C86450E"/>
          </w:pPr>
          <w:r>
            <w:t>[Answer A]</w:t>
          </w:r>
        </w:p>
      </w:docPartBody>
    </w:docPart>
    <w:docPart>
      <w:docPartPr>
        <w:name w:val="B69666D8A18941BD9F7F84E748FD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661F9-7370-47D8-8E4A-1A89574FA965}"/>
      </w:docPartPr>
      <w:docPartBody>
        <w:p w:rsidR="00716DDC" w:rsidRDefault="00020E2D" w:rsidP="00020E2D">
          <w:pPr>
            <w:pStyle w:val="B69666D8A18941BD9F7F84E748FDB06B"/>
          </w:pPr>
          <w:r>
            <w:t>[Answer A]</w:t>
          </w:r>
        </w:p>
      </w:docPartBody>
    </w:docPart>
    <w:docPart>
      <w:docPartPr>
        <w:name w:val="D0A85E8B7FB649AA9F8CEFA1C374A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5FA5D-B01D-4DD8-BE71-B02686B6DA11}"/>
      </w:docPartPr>
      <w:docPartBody>
        <w:p w:rsidR="000B191E" w:rsidRDefault="00716DDC" w:rsidP="00716DDC">
          <w:pPr>
            <w:pStyle w:val="D0A85E8B7FB649AA9F8CEFA1C374A664"/>
          </w:pPr>
          <w:r>
            <w:t>[Answer A]</w:t>
          </w:r>
        </w:p>
      </w:docPartBody>
    </w:docPart>
    <w:docPart>
      <w:docPartPr>
        <w:name w:val="EF8489B5318049C186AEDB563D16E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39C8D-F3A1-4C3D-8FB0-D36960E11A57}"/>
      </w:docPartPr>
      <w:docPartBody>
        <w:p w:rsidR="000B191E" w:rsidRDefault="00716DDC" w:rsidP="00716DDC">
          <w:pPr>
            <w:pStyle w:val="EF8489B5318049C186AEDB563D16E056"/>
          </w:pPr>
          <w:r>
            <w:t>[Answer A]</w:t>
          </w:r>
        </w:p>
      </w:docPartBody>
    </w:docPart>
    <w:docPart>
      <w:docPartPr>
        <w:name w:val="2BE56179C779428C9515F2616D844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9AE06-6368-46D7-B1F5-64349CA27364}"/>
      </w:docPartPr>
      <w:docPartBody>
        <w:p w:rsidR="00000000" w:rsidRDefault="000B191E" w:rsidP="000B191E">
          <w:pPr>
            <w:pStyle w:val="2BE56179C779428C9515F2616D844B1F"/>
          </w:pPr>
          <w:r w:rsidRPr="00CE24D9">
            <w:t>[Answer D]</w:t>
          </w:r>
        </w:p>
      </w:docPartBody>
    </w:docPart>
    <w:docPart>
      <w:docPartPr>
        <w:name w:val="56EB51A5FD7940F4B22ABF950823C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637C0-5EAD-4831-BFB7-A776D086E3BE}"/>
      </w:docPartPr>
      <w:docPartBody>
        <w:p w:rsidR="00000000" w:rsidRDefault="000B191E" w:rsidP="000B191E">
          <w:pPr>
            <w:pStyle w:val="56EB51A5FD7940F4B22ABF950823C64C"/>
          </w:pPr>
          <w:r w:rsidRPr="00CE24D9">
            <w:t>[Answer D]</w:t>
          </w:r>
        </w:p>
      </w:docPartBody>
    </w:docPart>
    <w:docPart>
      <w:docPartPr>
        <w:name w:val="B812282F6567492E8E9F2D899281D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E4C36-E1A2-4855-84D5-1A5CD9951246}"/>
      </w:docPartPr>
      <w:docPartBody>
        <w:p w:rsidR="00000000" w:rsidRDefault="000B191E" w:rsidP="000B191E">
          <w:pPr>
            <w:pStyle w:val="B812282F6567492E8E9F2D899281D775"/>
          </w:pPr>
          <w:r w:rsidRPr="00CE24D9">
            <w:t>[Answer D]</w:t>
          </w:r>
        </w:p>
      </w:docPartBody>
    </w:docPart>
    <w:docPart>
      <w:docPartPr>
        <w:name w:val="067AA4551076471BA2EF36FBD2336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AFE12-DA11-4E13-9997-827DE04509B4}"/>
      </w:docPartPr>
      <w:docPartBody>
        <w:p w:rsidR="00000000" w:rsidRDefault="000B191E" w:rsidP="000B191E">
          <w:pPr>
            <w:pStyle w:val="067AA4551076471BA2EF36FBD2336944"/>
          </w:pPr>
          <w:r>
            <w:t>[Answer A]</w:t>
          </w:r>
        </w:p>
      </w:docPartBody>
    </w:docPart>
    <w:docPart>
      <w:docPartPr>
        <w:name w:val="7AE4F54C671C4B9092B3FD1980202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5859B-8DA0-4277-AD4C-D10BAA938F1E}"/>
      </w:docPartPr>
      <w:docPartBody>
        <w:p w:rsidR="00000000" w:rsidRDefault="000B191E" w:rsidP="000B191E">
          <w:pPr>
            <w:pStyle w:val="7AE4F54C671C4B9092B3FD1980202D42"/>
          </w:pPr>
          <w:r w:rsidRPr="00CE24D9">
            <w:t>[Answer D]</w:t>
          </w:r>
        </w:p>
      </w:docPartBody>
    </w:docPart>
    <w:docPart>
      <w:docPartPr>
        <w:name w:val="79952907D5D04E55B124F350F42F6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1B691-2ECF-4043-84D6-561BEABB7A2A}"/>
      </w:docPartPr>
      <w:docPartBody>
        <w:p w:rsidR="00000000" w:rsidRDefault="000B191E" w:rsidP="000B191E">
          <w:pPr>
            <w:pStyle w:val="79952907D5D04E55B124F350F42F68A3"/>
          </w:pPr>
          <w:r>
            <w:t>[Answer A]</w:t>
          </w:r>
        </w:p>
      </w:docPartBody>
    </w:docPart>
    <w:docPart>
      <w:docPartPr>
        <w:name w:val="D9DE5CFBC2204ACB816BEBE3E7819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4CA05-F05B-4EEF-BE13-E8034455E64C}"/>
      </w:docPartPr>
      <w:docPartBody>
        <w:p w:rsidR="00000000" w:rsidRDefault="000B191E" w:rsidP="000B191E">
          <w:pPr>
            <w:pStyle w:val="D9DE5CFBC2204ACB816BEBE3E78196D1"/>
          </w:pPr>
          <w:r>
            <w:t>[Answer E]</w:t>
          </w:r>
        </w:p>
      </w:docPartBody>
    </w:docPart>
    <w:docPart>
      <w:docPartPr>
        <w:name w:val="1B7991F1DEF54FA58A463E7B45168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6D8B1-4BCE-46B6-84FA-2D27B41B7122}"/>
      </w:docPartPr>
      <w:docPartBody>
        <w:p w:rsidR="00000000" w:rsidRDefault="000B191E" w:rsidP="000B191E">
          <w:pPr>
            <w:pStyle w:val="1B7991F1DEF54FA58A463E7B45168089"/>
          </w:pPr>
          <w:r>
            <w:t>[Answer A]</w:t>
          </w:r>
        </w:p>
      </w:docPartBody>
    </w:docPart>
    <w:docPart>
      <w:docPartPr>
        <w:name w:val="A322C72EC3364BC7A0031C2601EA0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90C69-9626-496C-AEA9-2C2AA15E0F8C}"/>
      </w:docPartPr>
      <w:docPartBody>
        <w:p w:rsidR="00000000" w:rsidRDefault="000B191E" w:rsidP="000B191E">
          <w:pPr>
            <w:pStyle w:val="A322C72EC3364BC7A0031C2601EA0012"/>
          </w:pPr>
          <w:r w:rsidRPr="00CE24D9">
            <w:t>[Answer B]</w:t>
          </w:r>
        </w:p>
      </w:docPartBody>
    </w:docPart>
    <w:docPart>
      <w:docPartPr>
        <w:name w:val="7D09C9C29B9D415F80A13848F9245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293A9-DCF0-4119-B7E3-106E615CECEB}"/>
      </w:docPartPr>
      <w:docPartBody>
        <w:p w:rsidR="00000000" w:rsidRDefault="000B191E" w:rsidP="000B191E">
          <w:pPr>
            <w:pStyle w:val="7D09C9C29B9D415F80A13848F924509D"/>
          </w:pPr>
          <w:r>
            <w:t>[Answer A]</w:t>
          </w:r>
        </w:p>
      </w:docPartBody>
    </w:docPart>
    <w:docPart>
      <w:docPartPr>
        <w:name w:val="2660A7CA846441D390278323B69AF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188F6-1F40-4E70-A5C7-56DDA76FC3E1}"/>
      </w:docPartPr>
      <w:docPartBody>
        <w:p w:rsidR="00000000" w:rsidRDefault="000B191E" w:rsidP="000B191E">
          <w:pPr>
            <w:pStyle w:val="2660A7CA846441D390278323B69AF889"/>
          </w:pPr>
          <w:r w:rsidRPr="00CE24D9">
            <w:t>[Answer C]</w:t>
          </w:r>
        </w:p>
      </w:docPartBody>
    </w:docPart>
    <w:docPart>
      <w:docPartPr>
        <w:name w:val="6F2EBD0C13D64649A51DB449CB056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D0004-DA36-46C2-BBDD-1E654D70448A}"/>
      </w:docPartPr>
      <w:docPartBody>
        <w:p w:rsidR="00000000" w:rsidRDefault="000B191E" w:rsidP="000B191E">
          <w:pPr>
            <w:pStyle w:val="6F2EBD0C13D64649A51DB449CB056F32"/>
          </w:pPr>
          <w:r w:rsidRPr="00CE24D9">
            <w:t>[Answer D]</w:t>
          </w:r>
        </w:p>
      </w:docPartBody>
    </w:docPart>
    <w:docPart>
      <w:docPartPr>
        <w:name w:val="28002F8955594A02AC1F0F715F8C0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DC5CE-9FBA-476F-B1A7-B69C6B81973F}"/>
      </w:docPartPr>
      <w:docPartBody>
        <w:p w:rsidR="00000000" w:rsidRDefault="000B191E" w:rsidP="000B191E">
          <w:pPr>
            <w:pStyle w:val="28002F8955594A02AC1F0F715F8C0BBC"/>
          </w:pPr>
          <w:r>
            <w:t>[Answer E]</w:t>
          </w:r>
        </w:p>
      </w:docPartBody>
    </w:docPart>
    <w:docPart>
      <w:docPartPr>
        <w:name w:val="D9B22B2FF4D845EC8CF1B5568A347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4F205-E207-4EAE-8FA1-256BE0C89431}"/>
      </w:docPartPr>
      <w:docPartBody>
        <w:p w:rsidR="00000000" w:rsidRDefault="000B191E" w:rsidP="000B191E">
          <w:pPr>
            <w:pStyle w:val="D9B22B2FF4D845EC8CF1B5568A347A08"/>
          </w:pPr>
          <w:r>
            <w:t>[Answer E]</w:t>
          </w:r>
        </w:p>
      </w:docPartBody>
    </w:docPart>
    <w:docPart>
      <w:docPartPr>
        <w:name w:val="D0C299849901481F877F096647A73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FD131-B4D4-4CC5-9B41-04919B600358}"/>
      </w:docPartPr>
      <w:docPartBody>
        <w:p w:rsidR="00000000" w:rsidRDefault="000B191E" w:rsidP="000B191E">
          <w:pPr>
            <w:pStyle w:val="D0C299849901481F877F096647A73DEC"/>
          </w:pPr>
          <w:r>
            <w:t>[Answer A]</w:t>
          </w:r>
        </w:p>
      </w:docPartBody>
    </w:docPart>
    <w:docPart>
      <w:docPartPr>
        <w:name w:val="AA4856C26AED4E66A94464D5DB37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96C68-C21E-4788-8DC5-33613F13D0B9}"/>
      </w:docPartPr>
      <w:docPartBody>
        <w:p w:rsidR="00000000" w:rsidRDefault="000B191E" w:rsidP="000B191E">
          <w:pPr>
            <w:pStyle w:val="AA4856C26AED4E66A94464D5DB37BE9A"/>
          </w:pPr>
          <w:r w:rsidRPr="00CE24D9">
            <w:t>[Answer B]</w:t>
          </w:r>
        </w:p>
      </w:docPartBody>
    </w:docPart>
    <w:docPart>
      <w:docPartPr>
        <w:name w:val="68E4283AAA164AC09446AAA415E8F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630FF-74C5-484B-AC6D-402896D6F271}"/>
      </w:docPartPr>
      <w:docPartBody>
        <w:p w:rsidR="00000000" w:rsidRDefault="000B191E" w:rsidP="000B191E">
          <w:pPr>
            <w:pStyle w:val="68E4283AAA164AC09446AAA415E8F314"/>
          </w:pPr>
          <w:r>
            <w:t>[Answer A]</w:t>
          </w:r>
        </w:p>
      </w:docPartBody>
    </w:docPart>
    <w:docPart>
      <w:docPartPr>
        <w:name w:val="A6ADD38343F5459C86A973758DF8C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E7B8A-5F2C-452F-8A12-F9BF6CB0A4F8}"/>
      </w:docPartPr>
      <w:docPartBody>
        <w:p w:rsidR="00000000" w:rsidRDefault="000B191E" w:rsidP="000B191E">
          <w:pPr>
            <w:pStyle w:val="A6ADD38343F5459C86A973758DF8C047"/>
          </w:pPr>
          <w:r w:rsidRPr="00CE24D9">
            <w:t>[Answer C]</w:t>
          </w:r>
        </w:p>
      </w:docPartBody>
    </w:docPart>
    <w:docPart>
      <w:docPartPr>
        <w:name w:val="7B13830709864E4C9FC96FAB54132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C459E-3002-4988-BD35-C7C712806D14}"/>
      </w:docPartPr>
      <w:docPartBody>
        <w:p w:rsidR="00000000" w:rsidRDefault="000B191E" w:rsidP="000B191E">
          <w:pPr>
            <w:pStyle w:val="7B13830709864E4C9FC96FAB54132C72"/>
          </w:pPr>
          <w:r>
            <w:t>[Answer A]</w:t>
          </w:r>
        </w:p>
      </w:docPartBody>
    </w:docPart>
    <w:docPart>
      <w:docPartPr>
        <w:name w:val="F0C4DFC28D404F7ABFC8D8A7BE924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24C55-C9DD-4B62-9691-8F107CD8ACE8}"/>
      </w:docPartPr>
      <w:docPartBody>
        <w:p w:rsidR="00000000" w:rsidRDefault="000B191E" w:rsidP="000B191E">
          <w:pPr>
            <w:pStyle w:val="F0C4DFC28D404F7ABFC8D8A7BE924AB6"/>
          </w:pPr>
          <w:r>
            <w:t>[Answer E]</w:t>
          </w:r>
        </w:p>
      </w:docPartBody>
    </w:docPart>
    <w:docPart>
      <w:docPartPr>
        <w:name w:val="D7E6E29924C745F9AEEA6D9944F09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8872A-183C-45AF-B1B9-F8EDEEE12522}"/>
      </w:docPartPr>
      <w:docPartBody>
        <w:p w:rsidR="00000000" w:rsidRDefault="000B191E" w:rsidP="000B191E">
          <w:pPr>
            <w:pStyle w:val="D7E6E29924C745F9AEEA6D9944F09804"/>
          </w:pPr>
          <w:r>
            <w:t>[Answer A]</w:t>
          </w:r>
        </w:p>
      </w:docPartBody>
    </w:docPart>
    <w:docPart>
      <w:docPartPr>
        <w:name w:val="CA50BC16B1294122B13DF0934832F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46015-3447-463D-B9D7-24E7E0ACF810}"/>
      </w:docPartPr>
      <w:docPartBody>
        <w:p w:rsidR="00000000" w:rsidRDefault="000B191E" w:rsidP="000B191E">
          <w:pPr>
            <w:pStyle w:val="CA50BC16B1294122B13DF0934832FDC2"/>
          </w:pPr>
          <w:r w:rsidRPr="00CE24D9">
            <w:t>[Answer B]</w:t>
          </w:r>
        </w:p>
      </w:docPartBody>
    </w:docPart>
    <w:docPart>
      <w:docPartPr>
        <w:name w:val="76588C7F02C54B29974F86CE36AFD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1A2A0-2579-4493-8347-BD35FE2C4414}"/>
      </w:docPartPr>
      <w:docPartBody>
        <w:p w:rsidR="00000000" w:rsidRDefault="000B191E" w:rsidP="000B191E">
          <w:pPr>
            <w:pStyle w:val="76588C7F02C54B29974F86CE36AFD730"/>
          </w:pPr>
          <w:r w:rsidRPr="00CE24D9">
            <w:t>[Answer C]</w:t>
          </w:r>
        </w:p>
      </w:docPartBody>
    </w:docPart>
    <w:docPart>
      <w:docPartPr>
        <w:name w:val="4E2A337FCC454B52839D89896EC23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E27A6-5859-49D8-A5D2-8C62CFAA2573}"/>
      </w:docPartPr>
      <w:docPartBody>
        <w:p w:rsidR="00000000" w:rsidRDefault="000B191E" w:rsidP="000B191E">
          <w:pPr>
            <w:pStyle w:val="4E2A337FCC454B52839D89896EC2346A"/>
          </w:pPr>
          <w:r w:rsidRPr="00CE24D9">
            <w:t>[Answer D]</w:t>
          </w:r>
        </w:p>
      </w:docPartBody>
    </w:docPart>
    <w:docPart>
      <w:docPartPr>
        <w:name w:val="5C7C16F7666A41DEB3460D61629B0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4C8E6-89BE-4A51-9C07-D5D621644AA6}"/>
      </w:docPartPr>
      <w:docPartBody>
        <w:p w:rsidR="00000000" w:rsidRDefault="000B191E" w:rsidP="000B191E">
          <w:pPr>
            <w:pStyle w:val="5C7C16F7666A41DEB3460D61629B072B"/>
          </w:pPr>
          <w:r>
            <w:t>[Answer A]</w:t>
          </w:r>
        </w:p>
      </w:docPartBody>
    </w:docPart>
    <w:docPart>
      <w:docPartPr>
        <w:name w:val="E59053758DBF48ABB46308398F1BD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B134B-BF3D-4EE3-B954-BC2569D3AFCB}"/>
      </w:docPartPr>
      <w:docPartBody>
        <w:p w:rsidR="00000000" w:rsidRDefault="000B191E" w:rsidP="000B191E">
          <w:pPr>
            <w:pStyle w:val="E59053758DBF48ABB46308398F1BD2EC"/>
          </w:pPr>
          <w:r>
            <w:t>[Answer E]</w:t>
          </w:r>
        </w:p>
      </w:docPartBody>
    </w:docPart>
    <w:docPart>
      <w:docPartPr>
        <w:name w:val="5B7A2B35A8BD4B489660D8B705D37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5CE82-CA5C-4157-AC43-EC649219A701}"/>
      </w:docPartPr>
      <w:docPartBody>
        <w:p w:rsidR="00000000" w:rsidRDefault="000B191E" w:rsidP="000B191E">
          <w:pPr>
            <w:pStyle w:val="5B7A2B35A8BD4B489660D8B705D37DB3"/>
          </w:pPr>
          <w:r>
            <w:t>[Answer A]</w:t>
          </w:r>
        </w:p>
      </w:docPartBody>
    </w:docPart>
    <w:docPart>
      <w:docPartPr>
        <w:name w:val="3934081E20E94D97B259E37ED53BA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975C4-FD3C-4993-8B8E-DC852F9ABE3F}"/>
      </w:docPartPr>
      <w:docPartBody>
        <w:p w:rsidR="00000000" w:rsidRDefault="000B191E" w:rsidP="000B191E">
          <w:pPr>
            <w:pStyle w:val="3934081E20E94D97B259E37ED53BA905"/>
          </w:pPr>
          <w:r>
            <w:t>[Answer A]</w:t>
          </w:r>
        </w:p>
      </w:docPartBody>
    </w:docPart>
    <w:docPart>
      <w:docPartPr>
        <w:name w:val="89DC2B704D1844189D4C7F9743027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773DA-7464-4AA9-B4FB-64A7BFC512D2}"/>
      </w:docPartPr>
      <w:docPartBody>
        <w:p w:rsidR="00000000" w:rsidRDefault="000B191E" w:rsidP="000B191E">
          <w:pPr>
            <w:pStyle w:val="89DC2B704D1844189D4C7F97430279BA"/>
          </w:pPr>
          <w:r>
            <w:t>[Answer A]</w:t>
          </w:r>
        </w:p>
      </w:docPartBody>
    </w:docPart>
    <w:docPart>
      <w:docPartPr>
        <w:name w:val="3F454A0202F34DCA87D0C0648704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9EE67-329F-482B-8D78-B872864CE7D2}"/>
      </w:docPartPr>
      <w:docPartBody>
        <w:p w:rsidR="00000000" w:rsidRDefault="000B191E" w:rsidP="000B191E">
          <w:pPr>
            <w:pStyle w:val="3F454A0202F34DCA87D0C06487042239"/>
          </w:pPr>
          <w:r w:rsidRPr="00CE24D9">
            <w:t>[Answer C]</w:t>
          </w:r>
        </w:p>
      </w:docPartBody>
    </w:docPart>
    <w:docPart>
      <w:docPartPr>
        <w:name w:val="2BED532F486E461AA2B23CE0D3507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9A064-9C63-4EE7-B9BB-5DF5241A341D}"/>
      </w:docPartPr>
      <w:docPartBody>
        <w:p w:rsidR="00000000" w:rsidRDefault="000B191E" w:rsidP="000B191E">
          <w:pPr>
            <w:pStyle w:val="2BED532F486E461AA2B23CE0D35074A6"/>
          </w:pPr>
          <w:r>
            <w:t>[Answer A]</w:t>
          </w:r>
        </w:p>
      </w:docPartBody>
    </w:docPart>
    <w:docPart>
      <w:docPartPr>
        <w:name w:val="ED714C9382AD40B8A7A1C414FA549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DD2DE-8862-49D9-9070-FCA97A731754}"/>
      </w:docPartPr>
      <w:docPartBody>
        <w:p w:rsidR="00000000" w:rsidRDefault="000B191E" w:rsidP="000B191E">
          <w:pPr>
            <w:pStyle w:val="ED714C9382AD40B8A7A1C414FA549877"/>
          </w:pPr>
          <w:r>
            <w:t>[Answer A]</w:t>
          </w:r>
        </w:p>
      </w:docPartBody>
    </w:docPart>
    <w:docPart>
      <w:docPartPr>
        <w:name w:val="95D47BAC1D2845FCB1F04D385FDE2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2FBF7-3923-4B9E-801A-C9D314E7EE25}"/>
      </w:docPartPr>
      <w:docPartBody>
        <w:p w:rsidR="00000000" w:rsidRDefault="000B191E" w:rsidP="000B191E">
          <w:pPr>
            <w:pStyle w:val="95D47BAC1D2845FCB1F04D385FDE2F3C"/>
          </w:pPr>
          <w:r>
            <w:t>[Answer A]</w:t>
          </w:r>
        </w:p>
      </w:docPartBody>
    </w:docPart>
    <w:docPart>
      <w:docPartPr>
        <w:name w:val="C97EF6E5878542298FE278A5C4AC6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B460E-83CD-4D51-A7CD-591E9561EC1B}"/>
      </w:docPartPr>
      <w:docPartBody>
        <w:p w:rsidR="00000000" w:rsidRDefault="000B191E" w:rsidP="000B191E">
          <w:pPr>
            <w:pStyle w:val="C97EF6E5878542298FE278A5C4AC65C0"/>
          </w:pPr>
          <w:r>
            <w:t>[Answer A]</w:t>
          </w:r>
        </w:p>
      </w:docPartBody>
    </w:docPart>
    <w:docPart>
      <w:docPartPr>
        <w:name w:val="093444EC46684F948635859BA307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DF652-9043-42AC-8C7B-65842C7644BE}"/>
      </w:docPartPr>
      <w:docPartBody>
        <w:p w:rsidR="00000000" w:rsidRDefault="000B191E" w:rsidP="000B191E">
          <w:pPr>
            <w:pStyle w:val="093444EC46684F948635859BA307AB61"/>
          </w:pPr>
          <w:r>
            <w:t>[Answer 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56"/>
    <w:rsid w:val="00020E2D"/>
    <w:rsid w:val="000B191E"/>
    <w:rsid w:val="001D5721"/>
    <w:rsid w:val="00503898"/>
    <w:rsid w:val="005310A8"/>
    <w:rsid w:val="005C3D40"/>
    <w:rsid w:val="00716DDC"/>
    <w:rsid w:val="00B76CBC"/>
    <w:rsid w:val="00DB6756"/>
    <w:rsid w:val="00E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0B191E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B69666D8A18941BD9F7F84E748FDB06B">
    <w:name w:val="B69666D8A18941BD9F7F84E748FDB06B"/>
    <w:rsid w:val="00020E2D"/>
  </w:style>
  <w:style w:type="paragraph" w:customStyle="1" w:styleId="D0A85E8B7FB649AA9F8CEFA1C374A664">
    <w:name w:val="D0A85E8B7FB649AA9F8CEFA1C374A664"/>
    <w:rsid w:val="00716DDC"/>
  </w:style>
  <w:style w:type="paragraph" w:customStyle="1" w:styleId="EF8489B5318049C186AEDB563D16E056">
    <w:name w:val="EF8489B5318049C186AEDB563D16E056"/>
    <w:rsid w:val="00716DDC"/>
  </w:style>
  <w:style w:type="paragraph" w:customStyle="1" w:styleId="2BE56179C779428C9515F2616D844B1F">
    <w:name w:val="2BE56179C779428C9515F2616D844B1F"/>
    <w:rsid w:val="000B191E"/>
  </w:style>
  <w:style w:type="paragraph" w:customStyle="1" w:styleId="56EB51A5FD7940F4B22ABF950823C64C">
    <w:name w:val="56EB51A5FD7940F4B22ABF950823C64C"/>
    <w:rsid w:val="000B191E"/>
  </w:style>
  <w:style w:type="paragraph" w:customStyle="1" w:styleId="B812282F6567492E8E9F2D899281D775">
    <w:name w:val="B812282F6567492E8E9F2D899281D775"/>
    <w:rsid w:val="000B191E"/>
  </w:style>
  <w:style w:type="paragraph" w:customStyle="1" w:styleId="067AA4551076471BA2EF36FBD2336944">
    <w:name w:val="067AA4551076471BA2EF36FBD2336944"/>
    <w:rsid w:val="000B191E"/>
  </w:style>
  <w:style w:type="paragraph" w:customStyle="1" w:styleId="7AE4F54C671C4B9092B3FD1980202D42">
    <w:name w:val="7AE4F54C671C4B9092B3FD1980202D42"/>
    <w:rsid w:val="000B191E"/>
  </w:style>
  <w:style w:type="paragraph" w:customStyle="1" w:styleId="79952907D5D04E55B124F350F42F68A3">
    <w:name w:val="79952907D5D04E55B124F350F42F68A3"/>
    <w:rsid w:val="000B191E"/>
  </w:style>
  <w:style w:type="paragraph" w:customStyle="1" w:styleId="D9DE5CFBC2204ACB816BEBE3E78196D1">
    <w:name w:val="D9DE5CFBC2204ACB816BEBE3E78196D1"/>
    <w:rsid w:val="000B191E"/>
  </w:style>
  <w:style w:type="paragraph" w:customStyle="1" w:styleId="1B7991F1DEF54FA58A463E7B45168089">
    <w:name w:val="1B7991F1DEF54FA58A463E7B45168089"/>
    <w:rsid w:val="000B191E"/>
  </w:style>
  <w:style w:type="paragraph" w:customStyle="1" w:styleId="A322C72EC3364BC7A0031C2601EA0012">
    <w:name w:val="A322C72EC3364BC7A0031C2601EA0012"/>
    <w:rsid w:val="000B191E"/>
  </w:style>
  <w:style w:type="paragraph" w:customStyle="1" w:styleId="7D09C9C29B9D415F80A13848F924509D">
    <w:name w:val="7D09C9C29B9D415F80A13848F924509D"/>
    <w:rsid w:val="000B191E"/>
  </w:style>
  <w:style w:type="paragraph" w:customStyle="1" w:styleId="2660A7CA846441D390278323B69AF889">
    <w:name w:val="2660A7CA846441D390278323B69AF889"/>
    <w:rsid w:val="000B191E"/>
  </w:style>
  <w:style w:type="paragraph" w:customStyle="1" w:styleId="7B69072FE7B24CBD9E3B1CF8746F0CD1">
    <w:name w:val="7B69072FE7B24CBD9E3B1CF8746F0CD1"/>
    <w:rsid w:val="000B191E"/>
  </w:style>
  <w:style w:type="paragraph" w:customStyle="1" w:styleId="6F2EBD0C13D64649A51DB449CB056F32">
    <w:name w:val="6F2EBD0C13D64649A51DB449CB056F32"/>
    <w:rsid w:val="000B191E"/>
  </w:style>
  <w:style w:type="paragraph" w:customStyle="1" w:styleId="D83F325C8EA741F4BC7E6D496118B967">
    <w:name w:val="D83F325C8EA741F4BC7E6D496118B967"/>
    <w:rsid w:val="000B191E"/>
  </w:style>
  <w:style w:type="paragraph" w:customStyle="1" w:styleId="39BDD83AE41C49A5AB76AA581DCF3D7F">
    <w:name w:val="39BDD83AE41C49A5AB76AA581DCF3D7F"/>
    <w:rsid w:val="000B191E"/>
  </w:style>
  <w:style w:type="paragraph" w:customStyle="1" w:styleId="28002F8955594A02AC1F0F715F8C0BBC">
    <w:name w:val="28002F8955594A02AC1F0F715F8C0BBC"/>
    <w:rsid w:val="000B191E"/>
  </w:style>
  <w:style w:type="paragraph" w:customStyle="1" w:styleId="7280367F63554459BA95729117AAD150">
    <w:name w:val="7280367F63554459BA95729117AAD150"/>
    <w:rsid w:val="000B191E"/>
  </w:style>
  <w:style w:type="paragraph" w:customStyle="1" w:styleId="2E9F348FE43E43EEBA943B57D6C47029">
    <w:name w:val="2E9F348FE43E43EEBA943B57D6C47029"/>
    <w:rsid w:val="000B191E"/>
  </w:style>
  <w:style w:type="paragraph" w:customStyle="1" w:styleId="AF45B7CC84B946EFA1BC34EEFCC3C5E8">
    <w:name w:val="AF45B7CC84B946EFA1BC34EEFCC3C5E8"/>
    <w:rsid w:val="000B191E"/>
  </w:style>
  <w:style w:type="paragraph" w:customStyle="1" w:styleId="0D62E1B1442F4D01A3C551D0B769AC1D">
    <w:name w:val="0D62E1B1442F4D01A3C551D0B769AC1D"/>
    <w:rsid w:val="000B191E"/>
  </w:style>
  <w:style w:type="paragraph" w:customStyle="1" w:styleId="8E469D43253C4ED59C11B822920DBBE2">
    <w:name w:val="8E469D43253C4ED59C11B822920DBBE2"/>
    <w:rsid w:val="000B191E"/>
  </w:style>
  <w:style w:type="paragraph" w:customStyle="1" w:styleId="D9DDC973B8844C5B882E9682A3B3DDB0">
    <w:name w:val="D9DDC973B8844C5B882E9682A3B3DDB0"/>
    <w:rsid w:val="000B191E"/>
  </w:style>
  <w:style w:type="paragraph" w:customStyle="1" w:styleId="A9031BC83AB6440E929C708C6FF10FC0">
    <w:name w:val="A9031BC83AB6440E929C708C6FF10FC0"/>
    <w:rsid w:val="000B191E"/>
  </w:style>
  <w:style w:type="paragraph" w:customStyle="1" w:styleId="D9B22B2FF4D845EC8CF1B5568A347A08">
    <w:name w:val="D9B22B2FF4D845EC8CF1B5568A347A08"/>
    <w:rsid w:val="000B191E"/>
  </w:style>
  <w:style w:type="paragraph" w:customStyle="1" w:styleId="D0C299849901481F877F096647A73DEC">
    <w:name w:val="D0C299849901481F877F096647A73DEC"/>
    <w:rsid w:val="000B191E"/>
  </w:style>
  <w:style w:type="paragraph" w:customStyle="1" w:styleId="AA4856C26AED4E66A94464D5DB37BE9A">
    <w:name w:val="AA4856C26AED4E66A94464D5DB37BE9A"/>
    <w:rsid w:val="000B191E"/>
  </w:style>
  <w:style w:type="paragraph" w:customStyle="1" w:styleId="68E4283AAA164AC09446AAA415E8F314">
    <w:name w:val="68E4283AAA164AC09446AAA415E8F314"/>
    <w:rsid w:val="000B191E"/>
  </w:style>
  <w:style w:type="paragraph" w:customStyle="1" w:styleId="A6ADD38343F5459C86A973758DF8C047">
    <w:name w:val="A6ADD38343F5459C86A973758DF8C047"/>
    <w:rsid w:val="000B191E"/>
  </w:style>
  <w:style w:type="paragraph" w:customStyle="1" w:styleId="7B13830709864E4C9FC96FAB54132C72">
    <w:name w:val="7B13830709864E4C9FC96FAB54132C72"/>
    <w:rsid w:val="000B191E"/>
  </w:style>
  <w:style w:type="paragraph" w:customStyle="1" w:styleId="DD9DB711E3CE4D95B68119D0BE54B2BC">
    <w:name w:val="DD9DB711E3CE4D95B68119D0BE54B2BC"/>
    <w:rsid w:val="000B191E"/>
  </w:style>
  <w:style w:type="paragraph" w:customStyle="1" w:styleId="80574C2AB5EA4FD79D26C311EC8F4B7C">
    <w:name w:val="80574C2AB5EA4FD79D26C311EC8F4B7C"/>
    <w:rsid w:val="000B191E"/>
  </w:style>
  <w:style w:type="paragraph" w:customStyle="1" w:styleId="F0C4DFC28D404F7ABFC8D8A7BE924AB6">
    <w:name w:val="F0C4DFC28D404F7ABFC8D8A7BE924AB6"/>
    <w:rsid w:val="000B191E"/>
  </w:style>
  <w:style w:type="paragraph" w:customStyle="1" w:styleId="D7E6E29924C745F9AEEA6D9944F09804">
    <w:name w:val="D7E6E29924C745F9AEEA6D9944F09804"/>
    <w:rsid w:val="000B191E"/>
  </w:style>
  <w:style w:type="paragraph" w:customStyle="1" w:styleId="CA50BC16B1294122B13DF0934832FDC2">
    <w:name w:val="CA50BC16B1294122B13DF0934832FDC2"/>
    <w:rsid w:val="000B191E"/>
  </w:style>
  <w:style w:type="paragraph" w:customStyle="1" w:styleId="8219392C11064E38813A484C0B501E0A">
    <w:name w:val="8219392C11064E38813A484C0B501E0A"/>
    <w:rsid w:val="000B191E"/>
  </w:style>
  <w:style w:type="paragraph" w:customStyle="1" w:styleId="76588C7F02C54B29974F86CE36AFD730">
    <w:name w:val="76588C7F02C54B29974F86CE36AFD730"/>
    <w:rsid w:val="000B191E"/>
  </w:style>
  <w:style w:type="paragraph" w:customStyle="1" w:styleId="79ED9295DB074908B632A409AD25710F">
    <w:name w:val="79ED9295DB074908B632A409AD25710F"/>
    <w:rsid w:val="000B191E"/>
  </w:style>
  <w:style w:type="paragraph" w:customStyle="1" w:styleId="4E2A337FCC454B52839D89896EC2346A">
    <w:name w:val="4E2A337FCC454B52839D89896EC2346A"/>
    <w:rsid w:val="000B191E"/>
  </w:style>
  <w:style w:type="paragraph" w:customStyle="1" w:styleId="5C7C16F7666A41DEB3460D61629B072B">
    <w:name w:val="5C7C16F7666A41DEB3460D61629B072B"/>
    <w:rsid w:val="000B191E"/>
  </w:style>
  <w:style w:type="paragraph" w:customStyle="1" w:styleId="E59053758DBF48ABB46308398F1BD2EC">
    <w:name w:val="E59053758DBF48ABB46308398F1BD2EC"/>
    <w:rsid w:val="000B191E"/>
  </w:style>
  <w:style w:type="paragraph" w:customStyle="1" w:styleId="5B7A2B35A8BD4B489660D8B705D37DB3">
    <w:name w:val="5B7A2B35A8BD4B489660D8B705D37DB3"/>
    <w:rsid w:val="000B191E"/>
  </w:style>
  <w:style w:type="paragraph" w:customStyle="1" w:styleId="3934081E20E94D97B259E37ED53BA905">
    <w:name w:val="3934081E20E94D97B259E37ED53BA905"/>
    <w:rsid w:val="000B191E"/>
  </w:style>
  <w:style w:type="paragraph" w:customStyle="1" w:styleId="89DC2B704D1844189D4C7F97430279BA">
    <w:name w:val="89DC2B704D1844189D4C7F97430279BA"/>
    <w:rsid w:val="000B191E"/>
  </w:style>
  <w:style w:type="paragraph" w:customStyle="1" w:styleId="3F454A0202F34DCA87D0C06487042239">
    <w:name w:val="3F454A0202F34DCA87D0C06487042239"/>
    <w:rsid w:val="000B191E"/>
  </w:style>
  <w:style w:type="paragraph" w:customStyle="1" w:styleId="2BED532F486E461AA2B23CE0D35074A6">
    <w:name w:val="2BED532F486E461AA2B23CE0D35074A6"/>
    <w:rsid w:val="000B191E"/>
  </w:style>
  <w:style w:type="paragraph" w:customStyle="1" w:styleId="ED714C9382AD40B8A7A1C414FA549877">
    <w:name w:val="ED714C9382AD40B8A7A1C414FA549877"/>
    <w:rsid w:val="000B191E"/>
  </w:style>
  <w:style w:type="paragraph" w:customStyle="1" w:styleId="95D47BAC1D2845FCB1F04D385FDE2F3C">
    <w:name w:val="95D47BAC1D2845FCB1F04D385FDE2F3C"/>
    <w:rsid w:val="000B191E"/>
  </w:style>
  <w:style w:type="paragraph" w:customStyle="1" w:styleId="C97EF6E5878542298FE278A5C4AC65C0">
    <w:name w:val="C97EF6E5878542298FE278A5C4AC65C0"/>
    <w:rsid w:val="000B191E"/>
  </w:style>
  <w:style w:type="paragraph" w:customStyle="1" w:styleId="093444EC46684F948635859BA307AB61">
    <w:name w:val="093444EC46684F948635859BA307AB61"/>
    <w:rsid w:val="000B19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0B191E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B69666D8A18941BD9F7F84E748FDB06B">
    <w:name w:val="B69666D8A18941BD9F7F84E748FDB06B"/>
    <w:rsid w:val="00020E2D"/>
  </w:style>
  <w:style w:type="paragraph" w:customStyle="1" w:styleId="D0A85E8B7FB649AA9F8CEFA1C374A664">
    <w:name w:val="D0A85E8B7FB649AA9F8CEFA1C374A664"/>
    <w:rsid w:val="00716DDC"/>
  </w:style>
  <w:style w:type="paragraph" w:customStyle="1" w:styleId="EF8489B5318049C186AEDB563D16E056">
    <w:name w:val="EF8489B5318049C186AEDB563D16E056"/>
    <w:rsid w:val="00716DDC"/>
  </w:style>
  <w:style w:type="paragraph" w:customStyle="1" w:styleId="2BE56179C779428C9515F2616D844B1F">
    <w:name w:val="2BE56179C779428C9515F2616D844B1F"/>
    <w:rsid w:val="000B191E"/>
  </w:style>
  <w:style w:type="paragraph" w:customStyle="1" w:styleId="56EB51A5FD7940F4B22ABF950823C64C">
    <w:name w:val="56EB51A5FD7940F4B22ABF950823C64C"/>
    <w:rsid w:val="000B191E"/>
  </w:style>
  <w:style w:type="paragraph" w:customStyle="1" w:styleId="B812282F6567492E8E9F2D899281D775">
    <w:name w:val="B812282F6567492E8E9F2D899281D775"/>
    <w:rsid w:val="000B191E"/>
  </w:style>
  <w:style w:type="paragraph" w:customStyle="1" w:styleId="067AA4551076471BA2EF36FBD2336944">
    <w:name w:val="067AA4551076471BA2EF36FBD2336944"/>
    <w:rsid w:val="000B191E"/>
  </w:style>
  <w:style w:type="paragraph" w:customStyle="1" w:styleId="7AE4F54C671C4B9092B3FD1980202D42">
    <w:name w:val="7AE4F54C671C4B9092B3FD1980202D42"/>
    <w:rsid w:val="000B191E"/>
  </w:style>
  <w:style w:type="paragraph" w:customStyle="1" w:styleId="79952907D5D04E55B124F350F42F68A3">
    <w:name w:val="79952907D5D04E55B124F350F42F68A3"/>
    <w:rsid w:val="000B191E"/>
  </w:style>
  <w:style w:type="paragraph" w:customStyle="1" w:styleId="D9DE5CFBC2204ACB816BEBE3E78196D1">
    <w:name w:val="D9DE5CFBC2204ACB816BEBE3E78196D1"/>
    <w:rsid w:val="000B191E"/>
  </w:style>
  <w:style w:type="paragraph" w:customStyle="1" w:styleId="1B7991F1DEF54FA58A463E7B45168089">
    <w:name w:val="1B7991F1DEF54FA58A463E7B45168089"/>
    <w:rsid w:val="000B191E"/>
  </w:style>
  <w:style w:type="paragraph" w:customStyle="1" w:styleId="A322C72EC3364BC7A0031C2601EA0012">
    <w:name w:val="A322C72EC3364BC7A0031C2601EA0012"/>
    <w:rsid w:val="000B191E"/>
  </w:style>
  <w:style w:type="paragraph" w:customStyle="1" w:styleId="7D09C9C29B9D415F80A13848F924509D">
    <w:name w:val="7D09C9C29B9D415F80A13848F924509D"/>
    <w:rsid w:val="000B191E"/>
  </w:style>
  <w:style w:type="paragraph" w:customStyle="1" w:styleId="2660A7CA846441D390278323B69AF889">
    <w:name w:val="2660A7CA846441D390278323B69AF889"/>
    <w:rsid w:val="000B191E"/>
  </w:style>
  <w:style w:type="paragraph" w:customStyle="1" w:styleId="7B69072FE7B24CBD9E3B1CF8746F0CD1">
    <w:name w:val="7B69072FE7B24CBD9E3B1CF8746F0CD1"/>
    <w:rsid w:val="000B191E"/>
  </w:style>
  <w:style w:type="paragraph" w:customStyle="1" w:styleId="6F2EBD0C13D64649A51DB449CB056F32">
    <w:name w:val="6F2EBD0C13D64649A51DB449CB056F32"/>
    <w:rsid w:val="000B191E"/>
  </w:style>
  <w:style w:type="paragraph" w:customStyle="1" w:styleId="D83F325C8EA741F4BC7E6D496118B967">
    <w:name w:val="D83F325C8EA741F4BC7E6D496118B967"/>
    <w:rsid w:val="000B191E"/>
  </w:style>
  <w:style w:type="paragraph" w:customStyle="1" w:styleId="39BDD83AE41C49A5AB76AA581DCF3D7F">
    <w:name w:val="39BDD83AE41C49A5AB76AA581DCF3D7F"/>
    <w:rsid w:val="000B191E"/>
  </w:style>
  <w:style w:type="paragraph" w:customStyle="1" w:styleId="28002F8955594A02AC1F0F715F8C0BBC">
    <w:name w:val="28002F8955594A02AC1F0F715F8C0BBC"/>
    <w:rsid w:val="000B191E"/>
  </w:style>
  <w:style w:type="paragraph" w:customStyle="1" w:styleId="7280367F63554459BA95729117AAD150">
    <w:name w:val="7280367F63554459BA95729117AAD150"/>
    <w:rsid w:val="000B191E"/>
  </w:style>
  <w:style w:type="paragraph" w:customStyle="1" w:styleId="2E9F348FE43E43EEBA943B57D6C47029">
    <w:name w:val="2E9F348FE43E43EEBA943B57D6C47029"/>
    <w:rsid w:val="000B191E"/>
  </w:style>
  <w:style w:type="paragraph" w:customStyle="1" w:styleId="AF45B7CC84B946EFA1BC34EEFCC3C5E8">
    <w:name w:val="AF45B7CC84B946EFA1BC34EEFCC3C5E8"/>
    <w:rsid w:val="000B191E"/>
  </w:style>
  <w:style w:type="paragraph" w:customStyle="1" w:styleId="0D62E1B1442F4D01A3C551D0B769AC1D">
    <w:name w:val="0D62E1B1442F4D01A3C551D0B769AC1D"/>
    <w:rsid w:val="000B191E"/>
  </w:style>
  <w:style w:type="paragraph" w:customStyle="1" w:styleId="8E469D43253C4ED59C11B822920DBBE2">
    <w:name w:val="8E469D43253C4ED59C11B822920DBBE2"/>
    <w:rsid w:val="000B191E"/>
  </w:style>
  <w:style w:type="paragraph" w:customStyle="1" w:styleId="D9DDC973B8844C5B882E9682A3B3DDB0">
    <w:name w:val="D9DDC973B8844C5B882E9682A3B3DDB0"/>
    <w:rsid w:val="000B191E"/>
  </w:style>
  <w:style w:type="paragraph" w:customStyle="1" w:styleId="A9031BC83AB6440E929C708C6FF10FC0">
    <w:name w:val="A9031BC83AB6440E929C708C6FF10FC0"/>
    <w:rsid w:val="000B191E"/>
  </w:style>
  <w:style w:type="paragraph" w:customStyle="1" w:styleId="D9B22B2FF4D845EC8CF1B5568A347A08">
    <w:name w:val="D9B22B2FF4D845EC8CF1B5568A347A08"/>
    <w:rsid w:val="000B191E"/>
  </w:style>
  <w:style w:type="paragraph" w:customStyle="1" w:styleId="D0C299849901481F877F096647A73DEC">
    <w:name w:val="D0C299849901481F877F096647A73DEC"/>
    <w:rsid w:val="000B191E"/>
  </w:style>
  <w:style w:type="paragraph" w:customStyle="1" w:styleId="AA4856C26AED4E66A94464D5DB37BE9A">
    <w:name w:val="AA4856C26AED4E66A94464D5DB37BE9A"/>
    <w:rsid w:val="000B191E"/>
  </w:style>
  <w:style w:type="paragraph" w:customStyle="1" w:styleId="68E4283AAA164AC09446AAA415E8F314">
    <w:name w:val="68E4283AAA164AC09446AAA415E8F314"/>
    <w:rsid w:val="000B191E"/>
  </w:style>
  <w:style w:type="paragraph" w:customStyle="1" w:styleId="A6ADD38343F5459C86A973758DF8C047">
    <w:name w:val="A6ADD38343F5459C86A973758DF8C047"/>
    <w:rsid w:val="000B191E"/>
  </w:style>
  <w:style w:type="paragraph" w:customStyle="1" w:styleId="7B13830709864E4C9FC96FAB54132C72">
    <w:name w:val="7B13830709864E4C9FC96FAB54132C72"/>
    <w:rsid w:val="000B191E"/>
  </w:style>
  <w:style w:type="paragraph" w:customStyle="1" w:styleId="DD9DB711E3CE4D95B68119D0BE54B2BC">
    <w:name w:val="DD9DB711E3CE4D95B68119D0BE54B2BC"/>
    <w:rsid w:val="000B191E"/>
  </w:style>
  <w:style w:type="paragraph" w:customStyle="1" w:styleId="80574C2AB5EA4FD79D26C311EC8F4B7C">
    <w:name w:val="80574C2AB5EA4FD79D26C311EC8F4B7C"/>
    <w:rsid w:val="000B191E"/>
  </w:style>
  <w:style w:type="paragraph" w:customStyle="1" w:styleId="F0C4DFC28D404F7ABFC8D8A7BE924AB6">
    <w:name w:val="F0C4DFC28D404F7ABFC8D8A7BE924AB6"/>
    <w:rsid w:val="000B191E"/>
  </w:style>
  <w:style w:type="paragraph" w:customStyle="1" w:styleId="D7E6E29924C745F9AEEA6D9944F09804">
    <w:name w:val="D7E6E29924C745F9AEEA6D9944F09804"/>
    <w:rsid w:val="000B191E"/>
  </w:style>
  <w:style w:type="paragraph" w:customStyle="1" w:styleId="CA50BC16B1294122B13DF0934832FDC2">
    <w:name w:val="CA50BC16B1294122B13DF0934832FDC2"/>
    <w:rsid w:val="000B191E"/>
  </w:style>
  <w:style w:type="paragraph" w:customStyle="1" w:styleId="8219392C11064E38813A484C0B501E0A">
    <w:name w:val="8219392C11064E38813A484C0B501E0A"/>
    <w:rsid w:val="000B191E"/>
  </w:style>
  <w:style w:type="paragraph" w:customStyle="1" w:styleId="76588C7F02C54B29974F86CE36AFD730">
    <w:name w:val="76588C7F02C54B29974F86CE36AFD730"/>
    <w:rsid w:val="000B191E"/>
  </w:style>
  <w:style w:type="paragraph" w:customStyle="1" w:styleId="79ED9295DB074908B632A409AD25710F">
    <w:name w:val="79ED9295DB074908B632A409AD25710F"/>
    <w:rsid w:val="000B191E"/>
  </w:style>
  <w:style w:type="paragraph" w:customStyle="1" w:styleId="4E2A337FCC454B52839D89896EC2346A">
    <w:name w:val="4E2A337FCC454B52839D89896EC2346A"/>
    <w:rsid w:val="000B191E"/>
  </w:style>
  <w:style w:type="paragraph" w:customStyle="1" w:styleId="5C7C16F7666A41DEB3460D61629B072B">
    <w:name w:val="5C7C16F7666A41DEB3460D61629B072B"/>
    <w:rsid w:val="000B191E"/>
  </w:style>
  <w:style w:type="paragraph" w:customStyle="1" w:styleId="E59053758DBF48ABB46308398F1BD2EC">
    <w:name w:val="E59053758DBF48ABB46308398F1BD2EC"/>
    <w:rsid w:val="000B191E"/>
  </w:style>
  <w:style w:type="paragraph" w:customStyle="1" w:styleId="5B7A2B35A8BD4B489660D8B705D37DB3">
    <w:name w:val="5B7A2B35A8BD4B489660D8B705D37DB3"/>
    <w:rsid w:val="000B191E"/>
  </w:style>
  <w:style w:type="paragraph" w:customStyle="1" w:styleId="3934081E20E94D97B259E37ED53BA905">
    <w:name w:val="3934081E20E94D97B259E37ED53BA905"/>
    <w:rsid w:val="000B191E"/>
  </w:style>
  <w:style w:type="paragraph" w:customStyle="1" w:styleId="89DC2B704D1844189D4C7F97430279BA">
    <w:name w:val="89DC2B704D1844189D4C7F97430279BA"/>
    <w:rsid w:val="000B191E"/>
  </w:style>
  <w:style w:type="paragraph" w:customStyle="1" w:styleId="3F454A0202F34DCA87D0C06487042239">
    <w:name w:val="3F454A0202F34DCA87D0C06487042239"/>
    <w:rsid w:val="000B191E"/>
  </w:style>
  <w:style w:type="paragraph" w:customStyle="1" w:styleId="2BED532F486E461AA2B23CE0D35074A6">
    <w:name w:val="2BED532F486E461AA2B23CE0D35074A6"/>
    <w:rsid w:val="000B191E"/>
  </w:style>
  <w:style w:type="paragraph" w:customStyle="1" w:styleId="ED714C9382AD40B8A7A1C414FA549877">
    <w:name w:val="ED714C9382AD40B8A7A1C414FA549877"/>
    <w:rsid w:val="000B191E"/>
  </w:style>
  <w:style w:type="paragraph" w:customStyle="1" w:styleId="95D47BAC1D2845FCB1F04D385FDE2F3C">
    <w:name w:val="95D47BAC1D2845FCB1F04D385FDE2F3C"/>
    <w:rsid w:val="000B191E"/>
  </w:style>
  <w:style w:type="paragraph" w:customStyle="1" w:styleId="C97EF6E5878542298FE278A5C4AC65C0">
    <w:name w:val="C97EF6E5878542298FE278A5C4AC65C0"/>
    <w:rsid w:val="000B191E"/>
  </w:style>
  <w:style w:type="paragraph" w:customStyle="1" w:styleId="093444EC46684F948635859BA307AB61">
    <w:name w:val="093444EC46684F948635859BA307AB61"/>
    <w:rsid w:val="000B19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66A9-0F7A-4EFD-A99D-1D87C0F64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23636-5CA5-44D3-B21F-1BD082E1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multchcBBkit</Template>
  <TotalTime>64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user</cp:lastModifiedBy>
  <cp:revision>2</cp:revision>
  <cp:lastPrinted>2011-01-21T18:53:00Z</cp:lastPrinted>
  <dcterms:created xsi:type="dcterms:W3CDTF">2011-02-09T21:18:00Z</dcterms:created>
  <dcterms:modified xsi:type="dcterms:W3CDTF">2011-02-09T21:18:00Z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